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8319F" w14:textId="77777777" w:rsidR="00AA2BCC" w:rsidRPr="00137118" w:rsidRDefault="00AA2BCC" w:rsidP="00696E54"/>
    <w:p w14:paraId="19F47FD9" w14:textId="77777777" w:rsidR="00AA2BCC" w:rsidRPr="00137118" w:rsidRDefault="00AA2BCC" w:rsidP="00AA2BCC">
      <w:pPr>
        <w:tabs>
          <w:tab w:val="left" w:pos="0"/>
          <w:tab w:val="left" w:pos="1304"/>
          <w:tab w:val="left" w:pos="2130"/>
          <w:tab w:val="left" w:pos="3515"/>
          <w:tab w:val="left" w:pos="5286"/>
          <w:tab w:val="left" w:pos="5802"/>
        </w:tabs>
        <w:ind w:hanging="567"/>
        <w:rPr>
          <w:b/>
        </w:rPr>
      </w:pPr>
      <w:r w:rsidRPr="00137118">
        <w:rPr>
          <w:b/>
        </w:rPr>
        <w:tab/>
        <w:t>Uppgifter anbudslämnare: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693"/>
        <w:gridCol w:w="2552"/>
      </w:tblGrid>
      <w:tr w:rsidR="00AA2BCC" w:rsidRPr="00137118" w14:paraId="71CE48B1" w14:textId="77777777" w:rsidTr="00AA2BC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3D96EA3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ind w:left="-567" w:firstLine="567"/>
            </w:pPr>
            <w:r w:rsidRPr="00137118">
              <w:t>Företag: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765601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</w:pPr>
          </w:p>
        </w:tc>
      </w:tr>
      <w:tr w:rsidR="00AA2BCC" w:rsidRPr="00137118" w14:paraId="326AAEBF" w14:textId="77777777" w:rsidTr="00AA2BC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1C79076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</w:pPr>
            <w:r w:rsidRPr="00137118">
              <w:t>Utdelningsadress: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FDB08C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</w:pPr>
          </w:p>
        </w:tc>
      </w:tr>
      <w:tr w:rsidR="00AA2BCC" w:rsidRPr="00137118" w14:paraId="79201FAF" w14:textId="77777777" w:rsidTr="00AA2BC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1BE9E98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</w:pPr>
            <w:r w:rsidRPr="00137118">
              <w:t>Postnummer och ort: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D6F274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</w:pPr>
          </w:p>
        </w:tc>
      </w:tr>
      <w:tr w:rsidR="00AA2BCC" w:rsidRPr="00137118" w14:paraId="4E568036" w14:textId="77777777" w:rsidTr="00AA2BC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06C6AB8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ind w:left="-425" w:firstLine="425"/>
              <w:rPr>
                <w:lang w:val="de-DE"/>
              </w:rPr>
            </w:pPr>
            <w:r w:rsidRPr="00137118">
              <w:rPr>
                <w:lang w:val="de-DE"/>
              </w:rPr>
              <w:t>Telefon: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46EF48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lang w:val="de-DE"/>
              </w:rPr>
            </w:pPr>
          </w:p>
        </w:tc>
      </w:tr>
      <w:tr w:rsidR="00AA2BCC" w:rsidRPr="00137118" w14:paraId="08AC4F86" w14:textId="77777777" w:rsidTr="00AA2BC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7817666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lang w:val="de-DE"/>
              </w:rPr>
            </w:pPr>
            <w:r w:rsidRPr="00137118">
              <w:rPr>
                <w:lang w:val="de-DE"/>
              </w:rPr>
              <w:t xml:space="preserve">E-post: 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A81EA3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lang w:val="de-DE"/>
              </w:rPr>
            </w:pPr>
          </w:p>
        </w:tc>
      </w:tr>
      <w:tr w:rsidR="00AA2BCC" w:rsidRPr="00137118" w14:paraId="2AAD940A" w14:textId="77777777" w:rsidTr="00AA2BC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5738858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</w:pPr>
            <w:r w:rsidRPr="00137118">
              <w:t>Organisationsnummer: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426871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</w:pPr>
          </w:p>
        </w:tc>
      </w:tr>
      <w:tr w:rsidR="00AA2BCC" w:rsidRPr="00137118" w14:paraId="6B345891" w14:textId="77777777" w:rsidTr="00AA2BC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0150711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</w:pPr>
            <w:r w:rsidRPr="00137118">
              <w:t>För anbudet ansvarig person: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BD034D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</w:pPr>
          </w:p>
        </w:tc>
      </w:tr>
      <w:tr w:rsidR="00AA2BCC" w:rsidRPr="00137118" w14:paraId="1EBC34C6" w14:textId="77777777" w:rsidTr="00AA2BC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236AA56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</w:pP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31823B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</w:pPr>
            <w:r w:rsidRPr="00137118">
              <w:t>Telefon: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5DD4DF" w14:textId="77777777" w:rsidR="00AA2BCC" w:rsidRPr="00137118" w:rsidRDefault="00AA2BCC" w:rsidP="00AA2BC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</w:pPr>
            <w:r w:rsidRPr="00137118">
              <w:t>e-post:</w:t>
            </w:r>
          </w:p>
        </w:tc>
      </w:tr>
    </w:tbl>
    <w:p w14:paraId="35414787" w14:textId="77777777" w:rsidR="00E83A4F" w:rsidRPr="00137118" w:rsidRDefault="00E83A4F">
      <w:pPr>
        <w:tabs>
          <w:tab w:val="left" w:pos="1152"/>
          <w:tab w:val="left" w:pos="7488"/>
        </w:tabs>
        <w:suppressAutoHyphens/>
        <w:rPr>
          <w:b/>
        </w:rPr>
      </w:pPr>
    </w:p>
    <w:p w14:paraId="2461D758" w14:textId="77777777" w:rsidR="00E83A4F" w:rsidRPr="00137118" w:rsidRDefault="00E83A4F">
      <w:pPr>
        <w:tabs>
          <w:tab w:val="left" w:pos="1152"/>
          <w:tab w:val="left" w:pos="7488"/>
        </w:tabs>
        <w:suppressAutoHyphens/>
      </w:pPr>
      <w:r w:rsidRPr="00137118">
        <w:rPr>
          <w:b/>
        </w:rPr>
        <w:t>Härmed avlämnar vi anbud enligt nedan:</w:t>
      </w:r>
    </w:p>
    <w:p w14:paraId="588F0184" w14:textId="77777777" w:rsidR="00E83A4F" w:rsidRPr="00137118" w:rsidRDefault="00E83A4F">
      <w:pPr>
        <w:pStyle w:val="citatfrteckingsrubrik"/>
        <w:tabs>
          <w:tab w:val="clear" w:pos="9000"/>
          <w:tab w:val="clear" w:pos="9360"/>
        </w:tabs>
        <w:suppressAutoHyphens w:val="0"/>
        <w:rPr>
          <w:lang w:val="sv-SE"/>
        </w:rPr>
      </w:pPr>
    </w:p>
    <w:p w14:paraId="013A07CA" w14:textId="77777777" w:rsidR="00E83A4F" w:rsidRPr="00137118" w:rsidRDefault="00E83A4F">
      <w:pPr>
        <w:tabs>
          <w:tab w:val="left" w:pos="1152"/>
          <w:tab w:val="left" w:pos="7488"/>
        </w:tabs>
        <w:suppressAutoHyphens/>
        <w:rPr>
          <w:b/>
        </w:rPr>
      </w:pPr>
    </w:p>
    <w:p w14:paraId="2A4973E7" w14:textId="599328E6" w:rsidR="00E83A4F" w:rsidRPr="00137118" w:rsidRDefault="00E83A4F">
      <w:pPr>
        <w:tabs>
          <w:tab w:val="left" w:pos="1152"/>
          <w:tab w:val="left" w:pos="5670"/>
          <w:tab w:val="left" w:pos="7371"/>
        </w:tabs>
        <w:suppressAutoHyphens/>
      </w:pPr>
      <w:r w:rsidRPr="00137118">
        <w:t xml:space="preserve">Total </w:t>
      </w:r>
      <w:r w:rsidR="00FC5354" w:rsidRPr="00137118">
        <w:t>anbudssumma</w:t>
      </w:r>
      <w:r w:rsidR="00FC5354">
        <w:t xml:space="preserve"> </w:t>
      </w:r>
      <w:proofErr w:type="spellStart"/>
      <w:r w:rsidR="00FC5354">
        <w:t>exkl</w:t>
      </w:r>
      <w:proofErr w:type="spellEnd"/>
      <w:r w:rsidR="007B3A8B">
        <w:t xml:space="preserve"> moms</w:t>
      </w:r>
      <w:r w:rsidRPr="00137118">
        <w:tab/>
      </w:r>
      <w:proofErr w:type="gramStart"/>
      <w:r w:rsidRPr="00137118">
        <w:rPr>
          <w:u w:val="single"/>
        </w:rPr>
        <w:tab/>
      </w:r>
      <w:r w:rsidRPr="00137118">
        <w:t xml:space="preserve"> :</w:t>
      </w:r>
      <w:proofErr w:type="gramEnd"/>
      <w:r w:rsidRPr="00137118">
        <w:t>-</w:t>
      </w:r>
    </w:p>
    <w:p w14:paraId="5EF01C24" w14:textId="77777777" w:rsidR="003E6811" w:rsidRDefault="003E6811" w:rsidP="003E6811">
      <w:pPr>
        <w:tabs>
          <w:tab w:val="left" w:pos="1152"/>
          <w:tab w:val="left" w:pos="7488"/>
        </w:tabs>
        <w:suppressAutoHyphens/>
        <w:rPr>
          <w:b/>
        </w:rPr>
      </w:pPr>
    </w:p>
    <w:p w14:paraId="6B3441FF" w14:textId="77777777" w:rsidR="00164EA7" w:rsidRDefault="00164EA7" w:rsidP="00164EA7">
      <w:pPr>
        <w:tabs>
          <w:tab w:val="left" w:pos="1152"/>
          <w:tab w:val="left" w:pos="7488"/>
        </w:tabs>
        <w:suppressAutoHyphens/>
        <w:rPr>
          <w:b/>
        </w:rPr>
      </w:pPr>
    </w:p>
    <w:p w14:paraId="06C15618" w14:textId="77777777" w:rsidR="00E83A4F" w:rsidRPr="00137118" w:rsidRDefault="00E83A4F">
      <w:pPr>
        <w:tabs>
          <w:tab w:val="left" w:pos="1152"/>
          <w:tab w:val="left" w:pos="7488"/>
        </w:tabs>
        <w:suppressAutoHyphens/>
        <w:rPr>
          <w:b/>
        </w:rPr>
      </w:pPr>
    </w:p>
    <w:p w14:paraId="42107A63" w14:textId="77777777" w:rsidR="00CF4CB8" w:rsidRPr="00137118" w:rsidRDefault="00CF4CB8" w:rsidP="00CF4CB8">
      <w:pPr>
        <w:tabs>
          <w:tab w:val="left" w:pos="1152"/>
          <w:tab w:val="left" w:pos="7488"/>
        </w:tabs>
        <w:suppressAutoHyphens/>
        <w:rPr>
          <w:b/>
        </w:rPr>
      </w:pPr>
      <w:r w:rsidRPr="00137118">
        <w:rPr>
          <w:b/>
        </w:rPr>
        <w:t xml:space="preserve">Nedanstående priser avser: </w:t>
      </w:r>
    </w:p>
    <w:p w14:paraId="0D33ED21" w14:textId="77777777" w:rsidR="00CF4CB8" w:rsidRPr="00137118" w:rsidRDefault="00CF4CB8" w:rsidP="00CF4CB8">
      <w:pPr>
        <w:tabs>
          <w:tab w:val="left" w:pos="1152"/>
          <w:tab w:val="left" w:pos="7488"/>
        </w:tabs>
        <w:suppressAutoHyphens/>
      </w:pPr>
      <w:r w:rsidRPr="00137118">
        <w:rPr>
          <w:rFonts w:cs="Arial"/>
        </w:rPr>
        <w:t xml:space="preserve">Nedanstående timkostnader och procentpåslag gäller för ändringar och tilläggsarbeten som utföres på löpande räkning. Se AFD.611. </w:t>
      </w:r>
      <w:r w:rsidRPr="00137118">
        <w:t xml:space="preserve">À-pris ska avse samtliga prestationer för i kontraktshandlingarnas mening färdig enhet av arbete. </w:t>
      </w:r>
    </w:p>
    <w:p w14:paraId="28A91E52" w14:textId="07882C01" w:rsidR="003B3528" w:rsidRDefault="003B3528">
      <w:pPr>
        <w:overflowPunct/>
        <w:autoSpaceDE/>
        <w:autoSpaceDN/>
        <w:adjustRightInd/>
        <w:textAlignment w:val="auto"/>
        <w:rPr>
          <w:b/>
        </w:rPr>
      </w:pPr>
    </w:p>
    <w:p w14:paraId="7AFD007C" w14:textId="77777777" w:rsidR="00E83A4F" w:rsidRPr="00137118" w:rsidRDefault="008479F4">
      <w:pPr>
        <w:tabs>
          <w:tab w:val="left" w:pos="1152"/>
          <w:tab w:val="left" w:pos="7488"/>
        </w:tabs>
        <w:suppressAutoHyphens/>
      </w:pPr>
      <w:r w:rsidRPr="00137118">
        <w:rPr>
          <w:b/>
        </w:rPr>
        <w:t xml:space="preserve">À-priser personal – </w:t>
      </w:r>
      <w:r w:rsidR="00E83A4F" w:rsidRPr="00137118">
        <w:rPr>
          <w:b/>
        </w:rPr>
        <w:t xml:space="preserve">timkostnader </w:t>
      </w:r>
      <w:proofErr w:type="spellStart"/>
      <w:r w:rsidR="00E83A4F" w:rsidRPr="00137118">
        <w:rPr>
          <w:b/>
        </w:rPr>
        <w:t>inkl</w:t>
      </w:r>
      <w:proofErr w:type="spellEnd"/>
      <w:r w:rsidR="00E83A4F" w:rsidRPr="00137118">
        <w:rPr>
          <w:b/>
        </w:rPr>
        <w:t xml:space="preserve"> arbetsledning och entreprenörsarvode</w:t>
      </w:r>
    </w:p>
    <w:p w14:paraId="570886F0" w14:textId="77777777" w:rsidR="00E83A4F" w:rsidRPr="00137118" w:rsidRDefault="00E83A4F">
      <w:pPr>
        <w:tabs>
          <w:tab w:val="left" w:pos="1152"/>
          <w:tab w:val="left" w:pos="7488"/>
        </w:tabs>
        <w:suppressAutoHyphens/>
      </w:pPr>
    </w:p>
    <w:p w14:paraId="7D2D829F" w14:textId="207F2631" w:rsidR="00E83A4F" w:rsidRPr="00137118" w:rsidRDefault="000D5F28">
      <w:pPr>
        <w:tabs>
          <w:tab w:val="left" w:pos="1152"/>
          <w:tab w:val="left" w:pos="5736"/>
          <w:tab w:val="left" w:pos="7488"/>
        </w:tabs>
        <w:suppressAutoHyphens/>
      </w:pPr>
      <w:bookmarkStart w:id="0" w:name="_Hlk157505962"/>
      <w:r>
        <w:t>Byggnadsa</w:t>
      </w:r>
      <w:r w:rsidRPr="00137118">
        <w:t>rbetare</w:t>
      </w:r>
      <w:proofErr w:type="gramStart"/>
      <w:r w:rsidR="00E05E81" w:rsidRPr="00137118">
        <w:tab/>
      </w:r>
      <w:r w:rsidR="00E83A4F" w:rsidRPr="00137118">
        <w:t>….</w:t>
      </w:r>
      <w:proofErr w:type="gramEnd"/>
      <w:r w:rsidR="00E83A4F" w:rsidRPr="00137118">
        <w:t>:-/</w:t>
      </w:r>
      <w:proofErr w:type="spellStart"/>
      <w:r w:rsidR="00E83A4F" w:rsidRPr="00137118">
        <w:t>tim</w:t>
      </w:r>
      <w:proofErr w:type="spellEnd"/>
    </w:p>
    <w:p w14:paraId="47AA09E8" w14:textId="43625CCD" w:rsidR="00E83A4F" w:rsidRPr="00137118" w:rsidRDefault="00E83A4F">
      <w:pPr>
        <w:tabs>
          <w:tab w:val="left" w:pos="1152"/>
          <w:tab w:val="left" w:pos="5736"/>
          <w:tab w:val="left" w:pos="7488"/>
        </w:tabs>
        <w:suppressAutoHyphens/>
      </w:pPr>
      <w:r w:rsidRPr="00137118">
        <w:t>Målare</w:t>
      </w:r>
      <w:r w:rsidRPr="00137118">
        <w:tab/>
      </w:r>
      <w:proofErr w:type="gramStart"/>
      <w:r w:rsidRPr="00137118">
        <w:tab/>
        <w:t>….</w:t>
      </w:r>
      <w:proofErr w:type="gramEnd"/>
      <w:r w:rsidRPr="00137118">
        <w:t>:-/</w:t>
      </w:r>
      <w:proofErr w:type="spellStart"/>
      <w:r w:rsidRPr="00137118">
        <w:t>tim</w:t>
      </w:r>
      <w:proofErr w:type="spellEnd"/>
    </w:p>
    <w:p w14:paraId="614ADE79" w14:textId="1A1887BF" w:rsidR="00E83A4F" w:rsidRPr="00137118" w:rsidRDefault="00E83A4F">
      <w:pPr>
        <w:tabs>
          <w:tab w:val="left" w:pos="1152"/>
          <w:tab w:val="left" w:pos="5736"/>
          <w:tab w:val="left" w:pos="7488"/>
        </w:tabs>
        <w:suppressAutoHyphens/>
      </w:pPr>
      <w:r w:rsidRPr="00137118">
        <w:t>Vent</w:t>
      </w:r>
      <w:r w:rsidR="00137118">
        <w:t>ilations</w:t>
      </w:r>
      <w:r w:rsidR="008479F4" w:rsidRPr="00137118">
        <w:t>montör</w:t>
      </w:r>
      <w:proofErr w:type="gramStart"/>
      <w:r w:rsidRPr="00137118">
        <w:tab/>
        <w:t>….</w:t>
      </w:r>
      <w:proofErr w:type="gramEnd"/>
      <w:r w:rsidRPr="00137118">
        <w:t>:-/</w:t>
      </w:r>
      <w:proofErr w:type="spellStart"/>
      <w:r w:rsidRPr="00137118">
        <w:t>tim</w:t>
      </w:r>
      <w:proofErr w:type="spellEnd"/>
    </w:p>
    <w:p w14:paraId="1045B5F4" w14:textId="71C4A55A" w:rsidR="00E83A4F" w:rsidRPr="00137118" w:rsidRDefault="00E83A4F">
      <w:pPr>
        <w:tabs>
          <w:tab w:val="left" w:pos="1152"/>
          <w:tab w:val="left" w:pos="5736"/>
          <w:tab w:val="left" w:pos="7488"/>
        </w:tabs>
        <w:suppressAutoHyphens/>
      </w:pPr>
      <w:r w:rsidRPr="00137118">
        <w:t>Styr- och övervakning</w:t>
      </w:r>
      <w:r w:rsidR="008479F4" w:rsidRPr="00137118">
        <w:t>sinstallatör</w:t>
      </w:r>
      <w:proofErr w:type="gramStart"/>
      <w:r w:rsidRPr="00137118">
        <w:tab/>
        <w:t>….</w:t>
      </w:r>
      <w:proofErr w:type="gramEnd"/>
      <w:r w:rsidRPr="00137118">
        <w:t>:-/</w:t>
      </w:r>
      <w:proofErr w:type="spellStart"/>
      <w:r w:rsidRPr="00137118">
        <w:t>tim</w:t>
      </w:r>
      <w:proofErr w:type="spellEnd"/>
    </w:p>
    <w:p w14:paraId="5D621DFE" w14:textId="7F27B9D1" w:rsidR="00E83A4F" w:rsidRPr="00137118" w:rsidRDefault="00E83A4F">
      <w:pPr>
        <w:tabs>
          <w:tab w:val="left" w:pos="1152"/>
          <w:tab w:val="left" w:pos="5736"/>
          <w:tab w:val="left" w:pos="7488"/>
        </w:tabs>
        <w:suppressAutoHyphens/>
      </w:pPr>
      <w:r w:rsidRPr="00137118">
        <w:t>Elektriker</w:t>
      </w:r>
      <w:r w:rsidRPr="00137118">
        <w:tab/>
      </w:r>
      <w:proofErr w:type="gramStart"/>
      <w:r w:rsidRPr="00137118">
        <w:tab/>
        <w:t>….</w:t>
      </w:r>
      <w:proofErr w:type="gramEnd"/>
      <w:r w:rsidRPr="00137118">
        <w:t>:-/</w:t>
      </w:r>
      <w:proofErr w:type="spellStart"/>
      <w:r w:rsidRPr="00137118">
        <w:t>tim</w:t>
      </w:r>
      <w:proofErr w:type="spellEnd"/>
    </w:p>
    <w:p w14:paraId="182576A3" w14:textId="63CCEB5B" w:rsidR="00E83A4F" w:rsidRPr="00137118" w:rsidRDefault="005108D4">
      <w:pPr>
        <w:tabs>
          <w:tab w:val="left" w:pos="1152"/>
          <w:tab w:val="left" w:pos="5736"/>
          <w:tab w:val="left" w:pos="7488"/>
        </w:tabs>
        <w:suppressAutoHyphens/>
      </w:pPr>
      <w:r>
        <w:t>R</w:t>
      </w:r>
      <w:r w:rsidR="008479F4" w:rsidRPr="00137118">
        <w:t>örmontör</w:t>
      </w:r>
      <w:r w:rsidR="00E83A4F" w:rsidRPr="00137118">
        <w:tab/>
        <w:t>….</w:t>
      </w:r>
      <w:r w:rsidR="000D5F28">
        <w:tab/>
      </w:r>
      <w:r w:rsidR="00E83A4F" w:rsidRPr="00137118">
        <w:t>:-/</w:t>
      </w:r>
      <w:proofErr w:type="spellStart"/>
      <w:r w:rsidR="00E83A4F" w:rsidRPr="00137118">
        <w:t>tim</w:t>
      </w:r>
      <w:proofErr w:type="spellEnd"/>
    </w:p>
    <w:bookmarkEnd w:id="0"/>
    <w:p w14:paraId="67ED661F" w14:textId="77777777" w:rsidR="00B229D4" w:rsidRDefault="00B229D4" w:rsidP="00B229D4">
      <w:pPr>
        <w:tabs>
          <w:tab w:val="left" w:pos="1152"/>
          <w:tab w:val="left" w:pos="5245"/>
          <w:tab w:val="left" w:pos="7488"/>
        </w:tabs>
        <w:suppressAutoHyphens/>
        <w:rPr>
          <w:b/>
        </w:rPr>
      </w:pPr>
    </w:p>
    <w:p w14:paraId="41C749D4" w14:textId="0D8FFD19" w:rsidR="00B229D4" w:rsidRPr="00137118" w:rsidRDefault="00B229D4" w:rsidP="00B229D4">
      <w:pPr>
        <w:tabs>
          <w:tab w:val="left" w:pos="1152"/>
          <w:tab w:val="left" w:pos="5245"/>
          <w:tab w:val="left" w:pos="7488"/>
        </w:tabs>
        <w:suppressAutoHyphens/>
        <w:rPr>
          <w:b/>
        </w:rPr>
      </w:pPr>
      <w:r w:rsidRPr="00137118">
        <w:rPr>
          <w:b/>
        </w:rPr>
        <w:t>À-priser reglerbara mängder</w:t>
      </w:r>
    </w:p>
    <w:p w14:paraId="15682A60" w14:textId="77777777" w:rsidR="00B229D4" w:rsidRPr="00137118" w:rsidRDefault="00B229D4" w:rsidP="00B229D4">
      <w:pPr>
        <w:tabs>
          <w:tab w:val="left" w:pos="1152"/>
          <w:tab w:val="left" w:pos="5245"/>
          <w:tab w:val="left" w:pos="7488"/>
        </w:tabs>
        <w:suppressAutoHyphens/>
        <w:rPr>
          <w:b/>
        </w:rPr>
      </w:pPr>
      <w:r w:rsidRPr="00137118">
        <w:rPr>
          <w:b/>
        </w:rPr>
        <w:t>Maskiner</w:t>
      </w:r>
    </w:p>
    <w:p w14:paraId="582E6EFA" w14:textId="77777777" w:rsidR="00B229D4" w:rsidRPr="00137118" w:rsidRDefault="00B229D4" w:rsidP="00B229D4">
      <w:pPr>
        <w:tabs>
          <w:tab w:val="left" w:pos="1152"/>
          <w:tab w:val="left" w:pos="5670"/>
          <w:tab w:val="left" w:pos="7488"/>
        </w:tabs>
        <w:suppressAutoHyphens/>
      </w:pPr>
      <w:r w:rsidRPr="00137118">
        <w:t>Lastbil 3-axlad</w:t>
      </w:r>
      <w:proofErr w:type="gramStart"/>
      <w:r w:rsidRPr="00137118">
        <w:tab/>
        <w:t>….</w:t>
      </w:r>
      <w:proofErr w:type="gramEnd"/>
      <w:r w:rsidRPr="00137118">
        <w:t>:-/</w:t>
      </w:r>
      <w:proofErr w:type="spellStart"/>
      <w:r w:rsidRPr="00137118">
        <w:t>tim</w:t>
      </w:r>
      <w:proofErr w:type="spellEnd"/>
    </w:p>
    <w:p w14:paraId="08645F51" w14:textId="77777777" w:rsidR="00B229D4" w:rsidRPr="00137118" w:rsidRDefault="00B229D4" w:rsidP="00B229D4">
      <w:pPr>
        <w:tabs>
          <w:tab w:val="left" w:pos="1152"/>
          <w:tab w:val="left" w:pos="5670"/>
          <w:tab w:val="left" w:pos="7488"/>
        </w:tabs>
        <w:suppressAutoHyphens/>
      </w:pPr>
      <w:r w:rsidRPr="00137118">
        <w:t>Grävmaskin ca 20 ton</w:t>
      </w:r>
      <w:proofErr w:type="gramStart"/>
      <w:r w:rsidRPr="00137118">
        <w:tab/>
        <w:t>….</w:t>
      </w:r>
      <w:proofErr w:type="gramEnd"/>
      <w:r w:rsidRPr="00137118">
        <w:t>:-/</w:t>
      </w:r>
      <w:proofErr w:type="spellStart"/>
      <w:r w:rsidRPr="00137118">
        <w:t>tim</w:t>
      </w:r>
      <w:proofErr w:type="spellEnd"/>
    </w:p>
    <w:p w14:paraId="33062396" w14:textId="77777777" w:rsidR="00B229D4" w:rsidRDefault="00B229D4" w:rsidP="00B229D4">
      <w:pPr>
        <w:pStyle w:val="BESKlista2"/>
        <w:tabs>
          <w:tab w:val="clear" w:pos="2835"/>
          <w:tab w:val="left" w:pos="1701"/>
        </w:tabs>
        <w:spacing w:before="0" w:after="80"/>
        <w:ind w:left="0" w:firstLine="0"/>
        <w:rPr>
          <w:rFonts w:ascii="Arial" w:hAnsi="Arial"/>
          <w:b/>
          <w:bCs/>
        </w:rPr>
      </w:pPr>
      <w:bookmarkStart w:id="1" w:name="_Hlk34642689"/>
    </w:p>
    <w:p w14:paraId="3DB4B79D" w14:textId="43D73B2E" w:rsidR="00B229D4" w:rsidRPr="00D52B6F" w:rsidRDefault="00B229D4" w:rsidP="00B229D4">
      <w:pPr>
        <w:pStyle w:val="BESKlista2"/>
        <w:tabs>
          <w:tab w:val="clear" w:pos="2835"/>
          <w:tab w:val="left" w:pos="1701"/>
        </w:tabs>
        <w:spacing w:before="0" w:after="80"/>
        <w:ind w:left="0" w:firstLine="0"/>
        <w:rPr>
          <w:rFonts w:ascii="Arial" w:hAnsi="Arial"/>
          <w:b/>
          <w:bCs/>
        </w:rPr>
      </w:pPr>
      <w:r w:rsidRPr="00D52B6F">
        <w:rPr>
          <w:rFonts w:ascii="Arial" w:hAnsi="Arial"/>
          <w:b/>
          <w:bCs/>
        </w:rPr>
        <w:t xml:space="preserve">À-priser reglerbara mängder sanering </w:t>
      </w:r>
    </w:p>
    <w:p w14:paraId="58F4C612" w14:textId="77777777" w:rsidR="00B229D4" w:rsidRPr="00706DF7" w:rsidRDefault="00B229D4" w:rsidP="00B229D4">
      <w:pPr>
        <w:tabs>
          <w:tab w:val="left" w:pos="1152"/>
          <w:tab w:val="left" w:pos="5736"/>
          <w:tab w:val="left" w:pos="7488"/>
        </w:tabs>
        <w:suppressAutoHyphens/>
      </w:pPr>
      <w:r w:rsidRPr="00D52B6F">
        <w:t>Sanering inkl. bortforsling av förorenade massor</w:t>
      </w:r>
      <w:proofErr w:type="gramStart"/>
      <w:r w:rsidRPr="00D52B6F">
        <w:rPr>
          <w:b/>
          <w:bCs/>
          <w:color w:val="000000"/>
          <w:sz w:val="20"/>
        </w:rPr>
        <w:tab/>
      </w:r>
      <w:r w:rsidRPr="00D52B6F">
        <w:t>….</w:t>
      </w:r>
      <w:proofErr w:type="gramEnd"/>
      <w:r w:rsidRPr="00D52B6F">
        <w:t>:-/m</w:t>
      </w:r>
      <w:r w:rsidRPr="00D52B6F">
        <w:rPr>
          <w:vertAlign w:val="superscript"/>
        </w:rPr>
        <w:t>3</w:t>
      </w:r>
      <w:r>
        <w:rPr>
          <w:vertAlign w:val="superscript"/>
        </w:rPr>
        <w:t xml:space="preserve"> </w:t>
      </w:r>
    </w:p>
    <w:bookmarkEnd w:id="1"/>
    <w:p w14:paraId="415F77AE" w14:textId="666E7306" w:rsidR="00B229D4" w:rsidRDefault="00B229D4">
      <w:pPr>
        <w:overflowPunct/>
        <w:autoSpaceDE/>
        <w:autoSpaceDN/>
        <w:adjustRightInd/>
        <w:textAlignment w:val="auto"/>
      </w:pPr>
      <w:r>
        <w:br w:type="page"/>
      </w:r>
    </w:p>
    <w:p w14:paraId="363FACDC" w14:textId="77777777" w:rsidR="00B229D4" w:rsidRPr="00137118" w:rsidRDefault="00B229D4" w:rsidP="00B229D4">
      <w:pPr>
        <w:tabs>
          <w:tab w:val="left" w:pos="1152"/>
          <w:tab w:val="left" w:pos="7488"/>
        </w:tabs>
        <w:suppressAutoHyphens/>
      </w:pPr>
    </w:p>
    <w:p w14:paraId="74733D4A" w14:textId="77777777" w:rsidR="00CD4CA3" w:rsidRPr="00137118" w:rsidRDefault="00CD4CA3">
      <w:pPr>
        <w:rPr>
          <w:b/>
        </w:rPr>
      </w:pPr>
      <w:r w:rsidRPr="00137118">
        <w:rPr>
          <w:b/>
        </w:rPr>
        <w:t>Offererad platsorganisation:</w:t>
      </w:r>
    </w:p>
    <w:tbl>
      <w:tblPr>
        <w:tblW w:w="1007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75"/>
        <w:gridCol w:w="1981"/>
        <w:gridCol w:w="1985"/>
        <w:gridCol w:w="1708"/>
        <w:gridCol w:w="3045"/>
      </w:tblGrid>
      <w:tr w:rsidR="00E83A4F" w:rsidRPr="00137118" w14:paraId="45FBCE9F" w14:textId="77777777" w:rsidTr="001F18FB">
        <w:trPr>
          <w:cantSplit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3D64" w14:textId="77777777" w:rsidR="00E83A4F" w:rsidRPr="00137118" w:rsidRDefault="009571A8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b/>
                <w:sz w:val="20"/>
              </w:rPr>
            </w:pPr>
            <w:r w:rsidRPr="00137118">
              <w:rPr>
                <w:b/>
                <w:sz w:val="20"/>
              </w:rPr>
              <w:t>Pkt i AF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56E266" w14:textId="77777777" w:rsidR="00E83A4F" w:rsidRPr="00137118" w:rsidRDefault="00E83A4F">
            <w:pPr>
              <w:pStyle w:val="Rubrik1"/>
              <w:tabs>
                <w:tab w:val="clear" w:pos="5103"/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</w:p>
        </w:tc>
        <w:tc>
          <w:tcPr>
            <w:tcW w:w="67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3817F5" w14:textId="77777777" w:rsidR="00E83A4F" w:rsidRPr="00137118" w:rsidRDefault="00E83A4F" w:rsidP="007B3A8B">
            <w:pPr>
              <w:pStyle w:val="Rubrik1"/>
              <w:tabs>
                <w:tab w:val="clear" w:pos="5103"/>
                <w:tab w:val="left" w:pos="0"/>
                <w:tab w:val="left" w:pos="2973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Namn</w:t>
            </w:r>
          </w:p>
        </w:tc>
      </w:tr>
      <w:tr w:rsidR="00BB103B" w:rsidRPr="00137118" w14:paraId="3334B363" w14:textId="77777777" w:rsidTr="001F18FB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8193" w14:textId="77777777" w:rsidR="00BB103B" w:rsidRPr="00137118" w:rsidRDefault="00BB103B" w:rsidP="0003135B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AFD.18</w:t>
            </w:r>
            <w:r w:rsidR="0003135B" w:rsidRPr="00137118">
              <w:rPr>
                <w:sz w:val="20"/>
              </w:rPr>
              <w:t>3</w:t>
            </w:r>
            <w:r w:rsidRPr="00137118">
              <w:rPr>
                <w:sz w:val="20"/>
              </w:rPr>
              <w:t>2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E01B" w14:textId="77777777" w:rsidR="00BB103B" w:rsidRPr="00137118" w:rsidRDefault="00BB103B" w:rsidP="0003135B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BAS-P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F67BF" w14:textId="77777777" w:rsidR="00BB103B" w:rsidRPr="00137118" w:rsidRDefault="00BB103B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sz w:val="20"/>
                <w:lang w:val="sv-SE"/>
              </w:rPr>
            </w:pPr>
          </w:p>
        </w:tc>
        <w:tc>
          <w:tcPr>
            <w:tcW w:w="4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3BE35" w14:textId="77777777" w:rsidR="0003135B" w:rsidRPr="00137118" w:rsidRDefault="00D52B6F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sz w:val="16"/>
                <w:lang w:val="sv-SE"/>
              </w:rPr>
            </w:pPr>
            <w:sdt>
              <w:sdtPr>
                <w:rPr>
                  <w:sz w:val="30"/>
                  <w:lang w:val="sv-SE"/>
                </w:rPr>
                <w:id w:val="162418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BC6" w:rsidRPr="00137118">
                  <w:rPr>
                    <w:rFonts w:ascii="Segoe UI Symbol" w:eastAsia="MS Gothic" w:hAnsi="Segoe UI Symbol" w:cs="Segoe UI Symbol"/>
                    <w:sz w:val="30"/>
                    <w:lang w:val="sv-SE"/>
                  </w:rPr>
                  <w:t>☐</w:t>
                </w:r>
              </w:sdtContent>
            </w:sdt>
            <w:r w:rsidR="00732BC6" w:rsidRPr="00137118">
              <w:rPr>
                <w:sz w:val="16"/>
                <w:lang w:val="sv-SE"/>
              </w:rPr>
              <w:t>Certifikat bilagt</w:t>
            </w:r>
          </w:p>
        </w:tc>
      </w:tr>
      <w:tr w:rsidR="00BB103B" w:rsidRPr="00137118" w14:paraId="5FB8D193" w14:textId="77777777" w:rsidTr="001F18FB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9AAD" w14:textId="77777777" w:rsidR="00BB103B" w:rsidRPr="00137118" w:rsidRDefault="00BB103B" w:rsidP="0003135B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AFD.18</w:t>
            </w:r>
            <w:r w:rsidR="0003135B" w:rsidRPr="00137118">
              <w:rPr>
                <w:sz w:val="20"/>
              </w:rPr>
              <w:t>3</w:t>
            </w:r>
            <w:r w:rsidRPr="00137118">
              <w:rPr>
                <w:sz w:val="20"/>
              </w:rPr>
              <w:t>3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8613" w14:textId="77777777" w:rsidR="00BB103B" w:rsidRPr="00137118" w:rsidRDefault="00BB103B" w:rsidP="0003135B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BAS-U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850F8" w14:textId="77777777" w:rsidR="00BB103B" w:rsidRPr="00137118" w:rsidRDefault="00BB103B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sz w:val="20"/>
                <w:lang w:val="sv-SE"/>
              </w:rPr>
            </w:pPr>
          </w:p>
        </w:tc>
        <w:tc>
          <w:tcPr>
            <w:tcW w:w="4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2602" w14:textId="77777777" w:rsidR="00BB103B" w:rsidRPr="00137118" w:rsidRDefault="00D52B6F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sz w:val="20"/>
                <w:lang w:val="sv-SE"/>
              </w:rPr>
            </w:pPr>
            <w:sdt>
              <w:sdtPr>
                <w:rPr>
                  <w:sz w:val="30"/>
                  <w:lang w:val="sv-SE"/>
                </w:rPr>
                <w:id w:val="-203811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BC6" w:rsidRPr="00137118">
                  <w:rPr>
                    <w:rFonts w:ascii="Segoe UI Symbol" w:eastAsia="MS Gothic" w:hAnsi="Segoe UI Symbol" w:cs="Segoe UI Symbol"/>
                    <w:sz w:val="30"/>
                    <w:lang w:val="sv-SE"/>
                  </w:rPr>
                  <w:t>☐</w:t>
                </w:r>
              </w:sdtContent>
            </w:sdt>
            <w:r w:rsidR="00732BC6" w:rsidRPr="00137118">
              <w:rPr>
                <w:sz w:val="16"/>
                <w:lang w:val="sv-SE"/>
              </w:rPr>
              <w:t>Certifikat bilagt</w:t>
            </w:r>
          </w:p>
        </w:tc>
      </w:tr>
      <w:tr w:rsidR="00BB103B" w:rsidRPr="00137118" w14:paraId="4832CDEF" w14:textId="77777777" w:rsidTr="001F18FB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CCBE" w14:textId="77777777" w:rsidR="00BB103B" w:rsidRPr="00137118" w:rsidRDefault="00BB103B" w:rsidP="0003135B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AFD.321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74C9" w14:textId="77777777" w:rsidR="00BB103B" w:rsidRPr="00137118" w:rsidRDefault="00BB103B" w:rsidP="0003135B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Ombud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7FBBE" w14:textId="77777777" w:rsidR="00BB103B" w:rsidRPr="00137118" w:rsidRDefault="00BB103B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sz w:val="20"/>
                <w:lang w:val="sv-SE"/>
              </w:rPr>
            </w:pPr>
          </w:p>
        </w:tc>
        <w:tc>
          <w:tcPr>
            <w:tcW w:w="4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0DAE" w14:textId="77777777" w:rsidR="00BB103B" w:rsidRDefault="00BB103B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sz w:val="20"/>
                <w:lang w:val="sv-SE"/>
              </w:rPr>
            </w:pPr>
          </w:p>
          <w:p w14:paraId="0BF16EC2" w14:textId="77777777" w:rsidR="001F18FB" w:rsidRPr="00137118" w:rsidRDefault="001F18FB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sz w:val="20"/>
                <w:lang w:val="sv-SE"/>
              </w:rPr>
            </w:pPr>
          </w:p>
        </w:tc>
      </w:tr>
      <w:tr w:rsidR="00BB103B" w:rsidRPr="00137118" w14:paraId="7E6415C2" w14:textId="77777777" w:rsidTr="001F18FB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C824" w14:textId="77777777" w:rsidR="00BB103B" w:rsidRPr="00137118" w:rsidRDefault="00BB103B" w:rsidP="0003135B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AFD.322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01F7" w14:textId="77777777" w:rsidR="00BB103B" w:rsidRPr="00137118" w:rsidRDefault="00BB103B" w:rsidP="0003135B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Projekteringsledare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485B" w14:textId="77777777" w:rsidR="00BB103B" w:rsidRPr="00137118" w:rsidRDefault="00BB103B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sz w:val="20"/>
                <w:lang w:val="sv-SE"/>
              </w:rPr>
            </w:pPr>
          </w:p>
        </w:tc>
        <w:tc>
          <w:tcPr>
            <w:tcW w:w="4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C1204" w14:textId="77777777" w:rsidR="00BB103B" w:rsidRDefault="00BB103B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sz w:val="20"/>
                <w:lang w:val="sv-SE"/>
              </w:rPr>
            </w:pPr>
          </w:p>
          <w:p w14:paraId="66DE6F63" w14:textId="77777777" w:rsidR="001F18FB" w:rsidRPr="00137118" w:rsidRDefault="001F18FB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sz w:val="20"/>
                <w:lang w:val="sv-SE"/>
              </w:rPr>
            </w:pPr>
          </w:p>
        </w:tc>
      </w:tr>
      <w:tr w:rsidR="00BB103B" w:rsidRPr="00137118" w14:paraId="18625C41" w14:textId="77777777" w:rsidTr="001F18FB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A9C9" w14:textId="77777777" w:rsidR="00BB103B" w:rsidRPr="00137118" w:rsidRDefault="00BB103B" w:rsidP="0003135B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AFD.323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7D08" w14:textId="7DB42735" w:rsidR="00BB103B" w:rsidRPr="00137118" w:rsidRDefault="001F18FB" w:rsidP="0003135B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Platschef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5CCC" w14:textId="77777777" w:rsidR="00BB103B" w:rsidRPr="00137118" w:rsidRDefault="00BB103B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sz w:val="20"/>
                <w:lang w:val="sv-SE"/>
              </w:rPr>
            </w:pPr>
          </w:p>
        </w:tc>
        <w:tc>
          <w:tcPr>
            <w:tcW w:w="4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E478" w14:textId="77777777" w:rsidR="00BB103B" w:rsidRDefault="00BB103B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i/>
                <w:sz w:val="20"/>
                <w:lang w:val="sv-SE"/>
              </w:rPr>
            </w:pPr>
          </w:p>
          <w:p w14:paraId="1916BD21" w14:textId="03512753" w:rsidR="001F18FB" w:rsidRPr="00137118" w:rsidRDefault="001F18FB" w:rsidP="0003135B">
            <w:pPr>
              <w:pStyle w:val="citatfrteckingsrubrik"/>
              <w:tabs>
                <w:tab w:val="clear" w:pos="9000"/>
                <w:tab w:val="clear" w:pos="9360"/>
                <w:tab w:val="left" w:pos="0"/>
                <w:tab w:val="left" w:pos="1304"/>
                <w:tab w:val="left" w:pos="2130"/>
                <w:tab w:val="left" w:pos="3515"/>
                <w:tab w:val="left" w:pos="5181"/>
                <w:tab w:val="left" w:pos="5802"/>
              </w:tabs>
              <w:suppressAutoHyphens w:val="0"/>
              <w:rPr>
                <w:i/>
                <w:sz w:val="20"/>
                <w:lang w:val="sv-SE"/>
              </w:rPr>
            </w:pPr>
          </w:p>
        </w:tc>
      </w:tr>
      <w:tr w:rsidR="006E695C" w:rsidRPr="00137118" w14:paraId="0B7531ED" w14:textId="77777777" w:rsidTr="001F18FB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6369" w14:textId="77777777" w:rsidR="006E695C" w:rsidRPr="00137118" w:rsidRDefault="006E695C" w:rsidP="00C5361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AFD.</w:t>
            </w:r>
            <w:r w:rsidR="00C5361C" w:rsidRPr="00137118">
              <w:rPr>
                <w:sz w:val="20"/>
              </w:rPr>
              <w:t>324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924F" w14:textId="77777777" w:rsidR="006E695C" w:rsidRPr="00137118" w:rsidRDefault="006E695C" w:rsidP="005A092F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Kvalitetsansv</w:t>
            </w:r>
            <w:r w:rsidR="00137118">
              <w:rPr>
                <w:sz w:val="20"/>
              </w:rPr>
              <w:t>arig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B880A" w14:textId="77777777" w:rsidR="006E695C" w:rsidRPr="00137118" w:rsidRDefault="006E695C" w:rsidP="005A092F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</w:p>
        </w:tc>
        <w:tc>
          <w:tcPr>
            <w:tcW w:w="4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A8F9" w14:textId="77777777" w:rsidR="006E695C" w:rsidRPr="00137118" w:rsidRDefault="006E695C" w:rsidP="005A092F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</w:p>
        </w:tc>
      </w:tr>
      <w:tr w:rsidR="006E695C" w:rsidRPr="00137118" w14:paraId="1B7406D6" w14:textId="77777777" w:rsidTr="001F18FB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FFEE" w14:textId="77777777" w:rsidR="006E695C" w:rsidRPr="00137118" w:rsidRDefault="006E695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AFD.</w:t>
            </w:r>
            <w:r w:rsidR="00C5361C" w:rsidRPr="00137118">
              <w:rPr>
                <w:sz w:val="20"/>
              </w:rPr>
              <w:t>325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1518" w14:textId="77777777" w:rsidR="006E695C" w:rsidRPr="00137118" w:rsidRDefault="006E695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  <w:r w:rsidRPr="00137118">
              <w:rPr>
                <w:sz w:val="20"/>
              </w:rPr>
              <w:t>Miljöansvarig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90613" w14:textId="77777777" w:rsidR="006E695C" w:rsidRPr="00137118" w:rsidRDefault="006E695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</w:p>
        </w:tc>
        <w:tc>
          <w:tcPr>
            <w:tcW w:w="4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ABDE7" w14:textId="77777777" w:rsidR="006E695C" w:rsidRPr="00137118" w:rsidRDefault="006E695C">
            <w:pPr>
              <w:tabs>
                <w:tab w:val="left" w:pos="0"/>
                <w:tab w:val="left" w:pos="1304"/>
                <w:tab w:val="left" w:pos="2130"/>
                <w:tab w:val="left" w:pos="3515"/>
                <w:tab w:val="left" w:pos="5286"/>
                <w:tab w:val="left" w:pos="5802"/>
              </w:tabs>
              <w:rPr>
                <w:sz w:val="20"/>
              </w:rPr>
            </w:pPr>
          </w:p>
        </w:tc>
      </w:tr>
      <w:tr w:rsidR="009571A8" w:rsidRPr="00137118" w14:paraId="2EA3AD98" w14:textId="77777777" w:rsidTr="001F18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D89D7" w14:textId="77777777" w:rsidR="001F18FB" w:rsidRDefault="001F18FB">
            <w:pPr>
              <w:rPr>
                <w:b/>
              </w:rPr>
            </w:pPr>
          </w:p>
          <w:p w14:paraId="0E95E9C4" w14:textId="373E0473" w:rsidR="009571A8" w:rsidRPr="00137118" w:rsidRDefault="009571A8">
            <w:pPr>
              <w:rPr>
                <w:b/>
              </w:rPr>
            </w:pPr>
            <w:r w:rsidRPr="00137118">
              <w:rPr>
                <w:b/>
              </w:rPr>
              <w:t>Övriga handlingar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35AFBD" w14:textId="77777777" w:rsidR="009571A8" w:rsidRPr="00137118" w:rsidRDefault="009571A8">
            <w:pPr>
              <w:rPr>
                <w:sz w:val="26"/>
              </w:rPr>
            </w:pPr>
          </w:p>
        </w:tc>
      </w:tr>
      <w:tr w:rsidR="009571A8" w:rsidRPr="00137118" w14:paraId="15E71503" w14:textId="77777777" w:rsidTr="001F18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51" w:type="dxa"/>
            <w:gridSpan w:val="2"/>
            <w:tcBorders>
              <w:top w:val="single" w:sz="4" w:space="0" w:color="auto"/>
            </w:tcBorders>
          </w:tcPr>
          <w:p w14:paraId="58476214" w14:textId="77777777" w:rsidR="009571A8" w:rsidRPr="00137118" w:rsidRDefault="009571A8" w:rsidP="009571A8">
            <w:pPr>
              <w:pStyle w:val="Rubrik1"/>
              <w:tabs>
                <w:tab w:val="clear" w:pos="5103"/>
                <w:tab w:val="left" w:pos="0"/>
                <w:tab w:val="left" w:pos="1206"/>
                <w:tab w:val="left" w:pos="2130"/>
                <w:tab w:val="left" w:pos="3515"/>
                <w:tab w:val="left" w:pos="5286"/>
                <w:tab w:val="left" w:pos="5802"/>
              </w:tabs>
              <w:rPr>
                <w:b w:val="0"/>
              </w:rPr>
            </w:pPr>
            <w:r w:rsidRPr="00137118">
              <w:rPr>
                <w:b w:val="0"/>
              </w:rPr>
              <w:t>AFB.</w:t>
            </w:r>
            <w:r w:rsidR="004B2834">
              <w:rPr>
                <w:b w:val="0"/>
              </w:rPr>
              <w:t>4</w:t>
            </w:r>
            <w:r w:rsidRPr="00137118">
              <w:rPr>
                <w:b w:val="0"/>
              </w:rPr>
              <w:t>1</w:t>
            </w:r>
          </w:p>
        </w:tc>
        <w:tc>
          <w:tcPr>
            <w:tcW w:w="5671" w:type="dxa"/>
            <w:gridSpan w:val="3"/>
            <w:tcBorders>
              <w:top w:val="single" w:sz="4" w:space="0" w:color="auto"/>
            </w:tcBorders>
          </w:tcPr>
          <w:p w14:paraId="458A8C81" w14:textId="77777777" w:rsidR="009571A8" w:rsidRPr="00137118" w:rsidRDefault="009571A8" w:rsidP="009571A8">
            <w:pPr>
              <w:pStyle w:val="Rubrik1"/>
              <w:tabs>
                <w:tab w:val="clear" w:pos="5103"/>
                <w:tab w:val="left" w:pos="0"/>
                <w:tab w:val="left" w:pos="1206"/>
                <w:tab w:val="left" w:pos="2130"/>
                <w:tab w:val="left" w:pos="3515"/>
                <w:tab w:val="left" w:pos="5286"/>
                <w:tab w:val="left" w:pos="5802"/>
              </w:tabs>
              <w:rPr>
                <w:b w:val="0"/>
              </w:rPr>
            </w:pPr>
            <w:r w:rsidRPr="00137118">
              <w:rPr>
                <w:b w:val="0"/>
              </w:rPr>
              <w:t>Prissatta reservationer</w:t>
            </w:r>
          </w:p>
        </w:tc>
        <w:sdt>
          <w:sdtPr>
            <w:rPr>
              <w:b w:val="0"/>
              <w:sz w:val="26"/>
            </w:rPr>
            <w:id w:val="1583032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043" w:type="dxa"/>
                <w:tcBorders>
                  <w:top w:val="single" w:sz="4" w:space="0" w:color="auto"/>
                </w:tcBorders>
              </w:tcPr>
              <w:p w14:paraId="6F3D18A3" w14:textId="77777777" w:rsidR="009571A8" w:rsidRPr="00137118" w:rsidRDefault="00732BC6" w:rsidP="00593931">
                <w:pPr>
                  <w:pStyle w:val="Rubrik1"/>
                  <w:tabs>
                    <w:tab w:val="clear" w:pos="5103"/>
                    <w:tab w:val="left" w:pos="0"/>
                    <w:tab w:val="left" w:pos="1304"/>
                    <w:tab w:val="left" w:pos="2130"/>
                    <w:tab w:val="left" w:pos="3515"/>
                    <w:tab w:val="left" w:pos="5286"/>
                    <w:tab w:val="left" w:pos="5802"/>
                  </w:tabs>
                  <w:rPr>
                    <w:b w:val="0"/>
                    <w:sz w:val="26"/>
                  </w:rPr>
                </w:pPr>
                <w:r w:rsidRPr="00137118">
                  <w:rPr>
                    <w:rFonts w:ascii="Segoe UI Symbol" w:eastAsia="MS Gothic" w:hAnsi="Segoe UI Symbol" w:cs="Segoe UI Symbol"/>
                    <w:b w:val="0"/>
                    <w:sz w:val="26"/>
                  </w:rPr>
                  <w:t>☐</w:t>
                </w:r>
              </w:p>
            </w:tc>
          </w:sdtContent>
        </w:sdt>
      </w:tr>
      <w:tr w:rsidR="009571A8" w:rsidRPr="00137118" w14:paraId="415FAA3E" w14:textId="77777777" w:rsidTr="001F18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51" w:type="dxa"/>
            <w:gridSpan w:val="2"/>
          </w:tcPr>
          <w:p w14:paraId="5D1DC7DD" w14:textId="77777777" w:rsidR="009571A8" w:rsidRPr="00137118" w:rsidRDefault="009571A8" w:rsidP="009571A8">
            <w:pPr>
              <w:pStyle w:val="Rubrik1"/>
              <w:tabs>
                <w:tab w:val="clear" w:pos="5103"/>
                <w:tab w:val="left" w:pos="0"/>
                <w:tab w:val="left" w:pos="1206"/>
                <w:tab w:val="left" w:pos="2130"/>
                <w:tab w:val="left" w:pos="3515"/>
                <w:tab w:val="left" w:pos="5286"/>
                <w:tab w:val="left" w:pos="5802"/>
              </w:tabs>
              <w:rPr>
                <w:b w:val="0"/>
              </w:rPr>
            </w:pPr>
            <w:r w:rsidRPr="00137118">
              <w:rPr>
                <w:b w:val="0"/>
              </w:rPr>
              <w:t>AFD.41</w:t>
            </w:r>
          </w:p>
        </w:tc>
        <w:tc>
          <w:tcPr>
            <w:tcW w:w="5671" w:type="dxa"/>
            <w:gridSpan w:val="3"/>
          </w:tcPr>
          <w:p w14:paraId="5A8956D4" w14:textId="77777777" w:rsidR="009571A8" w:rsidRPr="00137118" w:rsidRDefault="009571A8" w:rsidP="00912B1C">
            <w:pPr>
              <w:pStyle w:val="Rubrik1"/>
              <w:tabs>
                <w:tab w:val="clear" w:pos="5103"/>
                <w:tab w:val="left" w:pos="0"/>
                <w:tab w:val="left" w:pos="1206"/>
                <w:tab w:val="left" w:pos="2130"/>
                <w:tab w:val="left" w:pos="3515"/>
                <w:tab w:val="left" w:pos="5286"/>
                <w:tab w:val="left" w:pos="5802"/>
              </w:tabs>
              <w:rPr>
                <w:b w:val="0"/>
              </w:rPr>
            </w:pPr>
            <w:r w:rsidRPr="00137118">
              <w:rPr>
                <w:b w:val="0"/>
              </w:rPr>
              <w:t>Preliminär huvudtidplan</w:t>
            </w:r>
          </w:p>
        </w:tc>
        <w:sdt>
          <w:sdtPr>
            <w:rPr>
              <w:b w:val="0"/>
              <w:sz w:val="26"/>
            </w:rPr>
            <w:id w:val="-377784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043" w:type="dxa"/>
              </w:tcPr>
              <w:p w14:paraId="61D4F248" w14:textId="77777777" w:rsidR="009571A8" w:rsidRPr="00137118" w:rsidRDefault="00732BC6" w:rsidP="00593931">
                <w:pPr>
                  <w:pStyle w:val="Rubrik1"/>
                  <w:tabs>
                    <w:tab w:val="clear" w:pos="5103"/>
                    <w:tab w:val="left" w:pos="0"/>
                    <w:tab w:val="left" w:pos="1304"/>
                    <w:tab w:val="left" w:pos="2130"/>
                    <w:tab w:val="left" w:pos="3515"/>
                    <w:tab w:val="left" w:pos="5286"/>
                    <w:tab w:val="left" w:pos="5802"/>
                  </w:tabs>
                  <w:rPr>
                    <w:b w:val="0"/>
                    <w:sz w:val="26"/>
                  </w:rPr>
                </w:pPr>
                <w:r w:rsidRPr="00137118">
                  <w:rPr>
                    <w:rFonts w:ascii="Segoe UI Symbol" w:eastAsia="MS Gothic" w:hAnsi="Segoe UI Symbol" w:cs="Segoe UI Symbol"/>
                    <w:b w:val="0"/>
                    <w:sz w:val="26"/>
                  </w:rPr>
                  <w:t>☐</w:t>
                </w:r>
              </w:p>
            </w:tc>
          </w:sdtContent>
        </w:sdt>
      </w:tr>
    </w:tbl>
    <w:p w14:paraId="6236F873" w14:textId="77777777" w:rsidR="00E83A4F" w:rsidRPr="00137118" w:rsidRDefault="00E83A4F">
      <w:pPr>
        <w:tabs>
          <w:tab w:val="left" w:pos="0"/>
          <w:tab w:val="left" w:pos="1304"/>
          <w:tab w:val="left" w:pos="2130"/>
          <w:tab w:val="left" w:pos="3515"/>
          <w:tab w:val="left" w:pos="5286"/>
          <w:tab w:val="left" w:pos="5802"/>
        </w:tabs>
        <w:ind w:left="567" w:hanging="567"/>
      </w:pPr>
    </w:p>
    <w:p w14:paraId="71E64225" w14:textId="77777777" w:rsidR="00E83A4F" w:rsidRPr="00137118" w:rsidRDefault="00E83A4F">
      <w:pPr>
        <w:tabs>
          <w:tab w:val="left" w:pos="0"/>
          <w:tab w:val="left" w:pos="1418"/>
          <w:tab w:val="left" w:pos="2130"/>
          <w:tab w:val="left" w:pos="3515"/>
          <w:tab w:val="left" w:pos="4253"/>
          <w:tab w:val="left" w:pos="5802"/>
        </w:tabs>
        <w:ind w:left="567" w:hanging="567"/>
      </w:pPr>
      <w:r w:rsidRPr="00137118">
        <w:t>Ort:</w:t>
      </w:r>
      <w:r w:rsidRPr="00137118">
        <w:rPr>
          <w:u w:val="single"/>
        </w:rPr>
        <w:tab/>
      </w:r>
      <w:r w:rsidR="00697FB3" w:rsidRPr="00137118">
        <w:rPr>
          <w:u w:val="single"/>
        </w:rPr>
        <w:tab/>
      </w:r>
      <w:r w:rsidR="00697FB3" w:rsidRPr="00137118">
        <w:rPr>
          <w:u w:val="single"/>
        </w:rPr>
        <w:tab/>
      </w:r>
      <w:r w:rsidRPr="00137118">
        <w:tab/>
        <w:t xml:space="preserve">Datum: </w:t>
      </w:r>
      <w:r w:rsidRPr="00137118">
        <w:rPr>
          <w:u w:val="single"/>
        </w:rPr>
        <w:tab/>
      </w:r>
      <w:r w:rsidRPr="00137118">
        <w:rPr>
          <w:u w:val="single"/>
        </w:rPr>
        <w:tab/>
      </w:r>
    </w:p>
    <w:p w14:paraId="298474A3" w14:textId="77777777" w:rsidR="00E83A4F" w:rsidRPr="00137118" w:rsidRDefault="00E83A4F">
      <w:pPr>
        <w:tabs>
          <w:tab w:val="left" w:pos="0"/>
          <w:tab w:val="left" w:pos="1418"/>
          <w:tab w:val="left" w:pos="2130"/>
          <w:tab w:val="left" w:pos="3515"/>
          <w:tab w:val="left" w:pos="4253"/>
          <w:tab w:val="left" w:pos="5802"/>
        </w:tabs>
        <w:ind w:left="567" w:hanging="567"/>
      </w:pPr>
    </w:p>
    <w:p w14:paraId="597B59F8" w14:textId="77777777" w:rsidR="00E83A4F" w:rsidRPr="00137118" w:rsidRDefault="00E83A4F">
      <w:pPr>
        <w:tabs>
          <w:tab w:val="left" w:pos="0"/>
          <w:tab w:val="left" w:pos="1418"/>
          <w:tab w:val="left" w:pos="2130"/>
          <w:tab w:val="left" w:pos="3515"/>
          <w:tab w:val="left" w:pos="4253"/>
          <w:tab w:val="left" w:pos="5802"/>
        </w:tabs>
        <w:ind w:left="567" w:hanging="567"/>
      </w:pPr>
    </w:p>
    <w:p w14:paraId="6C37673E" w14:textId="77777777" w:rsidR="00E83A4F" w:rsidRPr="00137118" w:rsidRDefault="00E83A4F">
      <w:pPr>
        <w:tabs>
          <w:tab w:val="left" w:pos="0"/>
          <w:tab w:val="left" w:pos="1418"/>
          <w:tab w:val="left" w:pos="2130"/>
          <w:tab w:val="left" w:pos="3515"/>
          <w:tab w:val="left" w:pos="4253"/>
          <w:tab w:val="left" w:pos="5802"/>
        </w:tabs>
        <w:ind w:left="567" w:hanging="567"/>
      </w:pPr>
    </w:p>
    <w:p w14:paraId="2480A1CC" w14:textId="77777777" w:rsidR="00E83A4F" w:rsidRPr="00137118" w:rsidRDefault="00E83A4F">
      <w:pPr>
        <w:tabs>
          <w:tab w:val="left" w:pos="0"/>
          <w:tab w:val="left" w:pos="1418"/>
          <w:tab w:val="left" w:pos="2130"/>
          <w:tab w:val="left" w:pos="3515"/>
          <w:tab w:val="left" w:pos="4253"/>
          <w:tab w:val="left" w:pos="5802"/>
        </w:tabs>
        <w:ind w:left="567" w:hanging="567"/>
      </w:pPr>
      <w:r w:rsidRPr="00137118">
        <w:rPr>
          <w:u w:val="single"/>
        </w:rPr>
        <w:tab/>
      </w:r>
      <w:r w:rsidRPr="00137118">
        <w:rPr>
          <w:u w:val="single"/>
        </w:rPr>
        <w:tab/>
      </w:r>
    </w:p>
    <w:p w14:paraId="75CBD4B7" w14:textId="77777777" w:rsidR="00E83A4F" w:rsidRPr="00137118" w:rsidRDefault="00E83A4F">
      <w:pPr>
        <w:tabs>
          <w:tab w:val="left" w:pos="0"/>
          <w:tab w:val="left" w:pos="1418"/>
          <w:tab w:val="left" w:pos="2130"/>
          <w:tab w:val="left" w:pos="3515"/>
          <w:tab w:val="left" w:pos="4253"/>
          <w:tab w:val="left" w:pos="5802"/>
        </w:tabs>
        <w:ind w:left="567" w:hanging="567"/>
        <w:rPr>
          <w:i/>
        </w:rPr>
      </w:pPr>
      <w:r w:rsidRPr="00137118">
        <w:rPr>
          <w:i/>
        </w:rPr>
        <w:t>Namn</w:t>
      </w:r>
    </w:p>
    <w:p w14:paraId="27AC66DE" w14:textId="77777777" w:rsidR="00E83A4F" w:rsidRPr="00137118" w:rsidRDefault="00E83A4F">
      <w:pPr>
        <w:tabs>
          <w:tab w:val="left" w:pos="1152"/>
          <w:tab w:val="left" w:pos="7488"/>
        </w:tabs>
        <w:suppressAutoHyphens/>
        <w:rPr>
          <w:b/>
          <w:sz w:val="28"/>
        </w:rPr>
      </w:pPr>
    </w:p>
    <w:sectPr w:rsidR="00E83A4F" w:rsidRPr="00137118" w:rsidSect="007B07DB">
      <w:headerReference w:type="even" r:id="rId6"/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605" w:right="566" w:bottom="566" w:left="1560" w:header="605" w:footer="566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4E51A" w14:textId="77777777" w:rsidR="007D5C7D" w:rsidRDefault="007D5C7D">
      <w:pPr>
        <w:spacing w:line="20" w:lineRule="exact"/>
      </w:pPr>
    </w:p>
  </w:endnote>
  <w:endnote w:type="continuationSeparator" w:id="0">
    <w:p w14:paraId="46DEB2F8" w14:textId="77777777" w:rsidR="007D5C7D" w:rsidRDefault="007D5C7D">
      <w:r>
        <w:t xml:space="preserve"> </w:t>
      </w:r>
    </w:p>
  </w:endnote>
  <w:endnote w:type="continuationNotice" w:id="1">
    <w:p w14:paraId="42F513CF" w14:textId="77777777" w:rsidR="007D5C7D" w:rsidRDefault="007D5C7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erstadt">
    <w:charset w:val="00"/>
    <w:family w:val="swiss"/>
    <w:pitch w:val="variable"/>
    <w:sig w:usb0="80000003" w:usb1="00000001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D8336" w14:textId="49F87B7B" w:rsidR="00AB053E" w:rsidRPr="00137118" w:rsidRDefault="00230FC1">
    <w:pPr>
      <w:pStyle w:val="Sidfot"/>
      <w:rPr>
        <w:sz w:val="16"/>
      </w:rPr>
    </w:pPr>
    <w:r w:rsidRPr="00137118">
      <w:rPr>
        <w:sz w:val="16"/>
      </w:rPr>
      <w:fldChar w:fldCharType="begin"/>
    </w:r>
    <w:r w:rsidR="00AB053E" w:rsidRPr="00137118">
      <w:rPr>
        <w:sz w:val="16"/>
      </w:rPr>
      <w:instrText xml:space="preserve"> FILENAME \p \* LOWER </w:instrText>
    </w:r>
    <w:r w:rsidRPr="00137118">
      <w:rPr>
        <w:sz w:val="16"/>
      </w:rPr>
      <w:fldChar w:fldCharType="separate"/>
    </w:r>
    <w:r w:rsidR="007D5C7D">
      <w:rPr>
        <w:noProof/>
        <w:sz w:val="16"/>
      </w:rPr>
      <w:t>dokument2</w:t>
    </w:r>
    <w:r w:rsidRPr="00137118">
      <w:rPr>
        <w:sz w:val="16"/>
      </w:rPr>
      <w:fldChar w:fldCharType="end"/>
    </w:r>
  </w:p>
  <w:p w14:paraId="4EDF6B89" w14:textId="77777777" w:rsidR="00AB053E" w:rsidRDefault="00AB053E">
    <w:pPr>
      <w:pStyle w:val="Sidfot"/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30999" w14:textId="77777777" w:rsidR="007D5C7D" w:rsidRDefault="007D5C7D">
      <w:r>
        <w:separator/>
      </w:r>
    </w:p>
  </w:footnote>
  <w:footnote w:type="continuationSeparator" w:id="0">
    <w:p w14:paraId="5684813B" w14:textId="77777777" w:rsidR="007D5C7D" w:rsidRDefault="007D5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97326" w14:textId="77777777" w:rsidR="00AB053E" w:rsidRDefault="00D52B6F">
    <w:pPr>
      <w:pStyle w:val="Sidhuvud"/>
    </w:pPr>
    <w:r>
      <w:rPr>
        <w:noProof/>
      </w:rPr>
      <w:pict w14:anchorId="7A6D68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8677" o:spid="_x0000_s1026" type="#_x0000_t136" style="position:absolute;margin-left:0;margin-top:0;width:517.05pt;height:172.3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T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25" w:type="dxa"/>
      <w:tblInd w:w="-2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18"/>
      <w:gridCol w:w="1491"/>
      <w:gridCol w:w="5387"/>
      <w:gridCol w:w="1131"/>
      <w:gridCol w:w="691"/>
      <w:gridCol w:w="7"/>
    </w:tblGrid>
    <w:tr w:rsidR="00580226" w:rsidRPr="00137118" w14:paraId="211C0DBE" w14:textId="77777777" w:rsidTr="00580226">
      <w:trPr>
        <w:cantSplit/>
        <w:trHeight w:val="198"/>
      </w:trPr>
      <w:tc>
        <w:tcPr>
          <w:tcW w:w="2909" w:type="dxa"/>
          <w:gridSpan w:val="2"/>
          <w:tcBorders>
            <w:top w:val="single" w:sz="4" w:space="0" w:color="auto"/>
            <w:left w:val="single" w:sz="4" w:space="0" w:color="auto"/>
            <w:bottom w:val="nil"/>
          </w:tcBorders>
        </w:tcPr>
        <w:p w14:paraId="4C455CDB" w14:textId="77777777" w:rsidR="00580226" w:rsidRPr="00137118" w:rsidRDefault="00580226" w:rsidP="001C092F">
          <w:pPr>
            <w:pStyle w:val="BESKblankhuvud"/>
            <w:rPr>
              <w:sz w:val="12"/>
              <w:szCs w:val="12"/>
            </w:rPr>
          </w:pPr>
        </w:p>
      </w:tc>
      <w:tc>
        <w:tcPr>
          <w:tcW w:w="5387" w:type="dxa"/>
          <w:tcBorders>
            <w:top w:val="single" w:sz="4" w:space="0" w:color="auto"/>
            <w:bottom w:val="nil"/>
          </w:tcBorders>
        </w:tcPr>
        <w:p w14:paraId="1C08178D" w14:textId="77777777" w:rsidR="00580226" w:rsidRPr="00137118" w:rsidRDefault="00580226" w:rsidP="00E55D12">
          <w:pPr>
            <w:pStyle w:val="BESKblankhuvud"/>
            <w:rPr>
              <w:sz w:val="12"/>
              <w:szCs w:val="12"/>
            </w:rPr>
          </w:pPr>
          <w:r w:rsidRPr="00137118">
            <w:rPr>
              <w:sz w:val="12"/>
              <w:szCs w:val="12"/>
            </w:rPr>
            <w:t>Dokument</w:t>
          </w:r>
        </w:p>
      </w:tc>
      <w:tc>
        <w:tcPr>
          <w:tcW w:w="1829" w:type="dxa"/>
          <w:gridSpan w:val="3"/>
          <w:tcBorders>
            <w:top w:val="single" w:sz="4" w:space="0" w:color="auto"/>
            <w:bottom w:val="nil"/>
            <w:right w:val="single" w:sz="4" w:space="0" w:color="auto"/>
          </w:tcBorders>
        </w:tcPr>
        <w:p w14:paraId="7D7C3577" w14:textId="77777777" w:rsidR="00580226" w:rsidRPr="00137118" w:rsidRDefault="00580226" w:rsidP="001C092F">
          <w:pPr>
            <w:pStyle w:val="BESKblankhuvud"/>
            <w:ind w:left="0" w:firstLine="0"/>
            <w:rPr>
              <w:rStyle w:val="Sidnummer"/>
              <w:sz w:val="12"/>
              <w:szCs w:val="12"/>
            </w:rPr>
          </w:pPr>
          <w:proofErr w:type="spellStart"/>
          <w:r w:rsidRPr="00137118">
            <w:rPr>
              <w:rStyle w:val="Sidnummer"/>
              <w:sz w:val="12"/>
              <w:szCs w:val="12"/>
            </w:rPr>
            <w:t>Sidnr</w:t>
          </w:r>
          <w:proofErr w:type="spellEnd"/>
        </w:p>
      </w:tc>
    </w:tr>
    <w:tr w:rsidR="00AB053E" w:rsidRPr="00137118" w14:paraId="5A2ED642" w14:textId="77777777" w:rsidTr="00580226">
      <w:trPr>
        <w:cantSplit/>
        <w:trHeight w:val="198"/>
      </w:trPr>
      <w:tc>
        <w:tcPr>
          <w:tcW w:w="2909" w:type="dxa"/>
          <w:gridSpan w:val="2"/>
          <w:vMerge w:val="restart"/>
          <w:tcBorders>
            <w:top w:val="nil"/>
            <w:left w:val="single" w:sz="4" w:space="0" w:color="auto"/>
          </w:tcBorders>
        </w:tcPr>
        <w:p w14:paraId="4C480113" w14:textId="77777777" w:rsidR="00AB053E" w:rsidRPr="00052C5D" w:rsidRDefault="00AB053E" w:rsidP="001C092F">
          <w:pPr>
            <w:pStyle w:val="BESKblankhuvud"/>
            <w:rPr>
              <w:sz w:val="22"/>
              <w:szCs w:val="24"/>
            </w:rPr>
          </w:pPr>
        </w:p>
        <w:p w14:paraId="015E0196" w14:textId="77777777" w:rsidR="00AB053E" w:rsidRPr="00052C5D" w:rsidRDefault="00AB053E" w:rsidP="001C092F">
          <w:pPr>
            <w:pStyle w:val="BESKblankhuvud"/>
            <w:rPr>
              <w:sz w:val="22"/>
              <w:szCs w:val="24"/>
            </w:rPr>
          </w:pPr>
        </w:p>
      </w:tc>
      <w:tc>
        <w:tcPr>
          <w:tcW w:w="5387" w:type="dxa"/>
          <w:vMerge w:val="restart"/>
          <w:tcBorders>
            <w:top w:val="nil"/>
          </w:tcBorders>
        </w:tcPr>
        <w:p w14:paraId="0E6F7624" w14:textId="77777777" w:rsidR="00AB053E" w:rsidRPr="007502FE" w:rsidRDefault="00AB053E" w:rsidP="00E55D12">
          <w:pPr>
            <w:pStyle w:val="BESKblankhuvud"/>
            <w:rPr>
              <w:sz w:val="20"/>
            </w:rPr>
          </w:pPr>
          <w:r w:rsidRPr="007502FE">
            <w:rPr>
              <w:sz w:val="20"/>
            </w:rPr>
            <w:t xml:space="preserve">ANBUDSFORMULÄR </w:t>
          </w:r>
        </w:p>
        <w:p w14:paraId="651401B8" w14:textId="77777777" w:rsidR="00AB053E" w:rsidRPr="00052C5D" w:rsidRDefault="00AB053E" w:rsidP="00E55D12">
          <w:pPr>
            <w:pStyle w:val="BESKblankhuvud"/>
            <w:rPr>
              <w:sz w:val="22"/>
              <w:szCs w:val="24"/>
              <w:lang w:val="en-US"/>
            </w:rPr>
          </w:pPr>
        </w:p>
      </w:tc>
      <w:tc>
        <w:tcPr>
          <w:tcW w:w="1829" w:type="dxa"/>
          <w:gridSpan w:val="3"/>
          <w:tcBorders>
            <w:top w:val="nil"/>
            <w:bottom w:val="single" w:sz="4" w:space="0" w:color="auto"/>
            <w:right w:val="single" w:sz="4" w:space="0" w:color="auto"/>
          </w:tcBorders>
        </w:tcPr>
        <w:p w14:paraId="4B92CF7D" w14:textId="77777777" w:rsidR="00AB053E" w:rsidRPr="007502FE" w:rsidRDefault="00230FC1" w:rsidP="001C092F">
          <w:pPr>
            <w:pStyle w:val="BESKblankhuvud"/>
            <w:ind w:left="0" w:firstLine="0"/>
            <w:rPr>
              <w:sz w:val="20"/>
            </w:rPr>
          </w:pPr>
          <w:r w:rsidRPr="007502FE">
            <w:rPr>
              <w:rStyle w:val="Sidnummer"/>
              <w:sz w:val="20"/>
            </w:rPr>
            <w:fldChar w:fldCharType="begin"/>
          </w:r>
          <w:r w:rsidR="00AB053E" w:rsidRPr="007502FE">
            <w:rPr>
              <w:rStyle w:val="Sidnummer"/>
              <w:sz w:val="20"/>
            </w:rPr>
            <w:instrText xml:space="preserve"> PAGE </w:instrText>
          </w:r>
          <w:r w:rsidRPr="007502FE">
            <w:rPr>
              <w:rStyle w:val="Sidnummer"/>
              <w:sz w:val="20"/>
            </w:rPr>
            <w:fldChar w:fldCharType="separate"/>
          </w:r>
          <w:r w:rsidR="00C90825" w:rsidRPr="007502FE">
            <w:rPr>
              <w:rStyle w:val="Sidnummer"/>
              <w:noProof/>
              <w:sz w:val="20"/>
            </w:rPr>
            <w:t>2</w:t>
          </w:r>
          <w:r w:rsidRPr="007502FE">
            <w:rPr>
              <w:rStyle w:val="Sidnummer"/>
              <w:sz w:val="20"/>
            </w:rPr>
            <w:fldChar w:fldCharType="end"/>
          </w:r>
          <w:r w:rsidR="00AB053E" w:rsidRPr="007502FE">
            <w:rPr>
              <w:rStyle w:val="Sidnummer"/>
              <w:sz w:val="20"/>
            </w:rPr>
            <w:t>(</w:t>
          </w:r>
          <w:r w:rsidRPr="007502FE">
            <w:rPr>
              <w:rStyle w:val="Sidnummer"/>
              <w:sz w:val="20"/>
            </w:rPr>
            <w:fldChar w:fldCharType="begin"/>
          </w:r>
          <w:r w:rsidR="00AB053E" w:rsidRPr="007502FE">
            <w:rPr>
              <w:rStyle w:val="Sidnummer"/>
              <w:sz w:val="20"/>
            </w:rPr>
            <w:instrText xml:space="preserve"> NUMPAGES </w:instrText>
          </w:r>
          <w:r w:rsidRPr="007502FE">
            <w:rPr>
              <w:rStyle w:val="Sidnummer"/>
              <w:sz w:val="20"/>
            </w:rPr>
            <w:fldChar w:fldCharType="separate"/>
          </w:r>
          <w:r w:rsidR="00C90825" w:rsidRPr="007502FE">
            <w:rPr>
              <w:rStyle w:val="Sidnummer"/>
              <w:noProof/>
              <w:sz w:val="20"/>
            </w:rPr>
            <w:t>3</w:t>
          </w:r>
          <w:r w:rsidRPr="007502FE">
            <w:rPr>
              <w:rStyle w:val="Sidnummer"/>
              <w:sz w:val="20"/>
            </w:rPr>
            <w:fldChar w:fldCharType="end"/>
          </w:r>
          <w:r w:rsidR="00AB053E" w:rsidRPr="007502FE">
            <w:rPr>
              <w:rStyle w:val="Sidnummer"/>
              <w:sz w:val="20"/>
            </w:rPr>
            <w:t>)</w:t>
          </w:r>
        </w:p>
      </w:tc>
    </w:tr>
    <w:tr w:rsidR="00AB053E" w:rsidRPr="00137118" w14:paraId="1294DCF4" w14:textId="77777777" w:rsidTr="00580226">
      <w:trPr>
        <w:cantSplit/>
        <w:trHeight w:hRule="exact" w:val="170"/>
      </w:trPr>
      <w:tc>
        <w:tcPr>
          <w:tcW w:w="2909" w:type="dxa"/>
          <w:gridSpan w:val="2"/>
          <w:vMerge/>
          <w:tcBorders>
            <w:left w:val="single" w:sz="4" w:space="0" w:color="auto"/>
          </w:tcBorders>
        </w:tcPr>
        <w:p w14:paraId="51DE98BD" w14:textId="77777777" w:rsidR="00AB053E" w:rsidRPr="00137118" w:rsidRDefault="00AB053E" w:rsidP="001C092F">
          <w:pPr>
            <w:pStyle w:val="BESKblankhuvud"/>
          </w:pPr>
        </w:p>
      </w:tc>
      <w:tc>
        <w:tcPr>
          <w:tcW w:w="5387" w:type="dxa"/>
          <w:vMerge/>
        </w:tcPr>
        <w:p w14:paraId="639660AD" w14:textId="77777777" w:rsidR="00AB053E" w:rsidRPr="00137118" w:rsidRDefault="00AB053E" w:rsidP="001C092F">
          <w:pPr>
            <w:pStyle w:val="BESKblankhuvud"/>
          </w:pPr>
        </w:p>
      </w:tc>
      <w:tc>
        <w:tcPr>
          <w:tcW w:w="1829" w:type="dxa"/>
          <w:gridSpan w:val="3"/>
          <w:tcBorders>
            <w:bottom w:val="nil"/>
            <w:right w:val="single" w:sz="4" w:space="0" w:color="auto"/>
          </w:tcBorders>
        </w:tcPr>
        <w:p w14:paraId="1B07BAC5" w14:textId="77777777" w:rsidR="00AB053E" w:rsidRPr="00137118" w:rsidRDefault="00AB053E" w:rsidP="001C092F">
          <w:pPr>
            <w:pStyle w:val="BESKledtext"/>
          </w:pPr>
          <w:r w:rsidRPr="00137118">
            <w:t>Handläggare</w:t>
          </w:r>
        </w:p>
      </w:tc>
    </w:tr>
    <w:tr w:rsidR="00AB053E" w:rsidRPr="00137118" w14:paraId="488890F1" w14:textId="77777777" w:rsidTr="00580226">
      <w:trPr>
        <w:cantSplit/>
        <w:trHeight w:val="198"/>
      </w:trPr>
      <w:tc>
        <w:tcPr>
          <w:tcW w:w="2909" w:type="dxa"/>
          <w:gridSpan w:val="2"/>
          <w:vMerge/>
          <w:tcBorders>
            <w:left w:val="single" w:sz="4" w:space="0" w:color="auto"/>
          </w:tcBorders>
        </w:tcPr>
        <w:p w14:paraId="73ED37C2" w14:textId="77777777" w:rsidR="00AB053E" w:rsidRPr="00137118" w:rsidRDefault="00AB053E" w:rsidP="001C092F">
          <w:pPr>
            <w:pStyle w:val="BESKblankhuvud"/>
          </w:pPr>
        </w:p>
      </w:tc>
      <w:tc>
        <w:tcPr>
          <w:tcW w:w="5387" w:type="dxa"/>
          <w:vMerge/>
          <w:tcBorders>
            <w:bottom w:val="single" w:sz="4" w:space="0" w:color="auto"/>
          </w:tcBorders>
        </w:tcPr>
        <w:p w14:paraId="6E80F360" w14:textId="77777777" w:rsidR="00AB053E" w:rsidRPr="00137118" w:rsidRDefault="00AB053E" w:rsidP="001C092F">
          <w:pPr>
            <w:pStyle w:val="BESKblankhuvud"/>
          </w:pPr>
        </w:p>
      </w:tc>
      <w:tc>
        <w:tcPr>
          <w:tcW w:w="1829" w:type="dxa"/>
          <w:gridSpan w:val="3"/>
          <w:tcBorders>
            <w:top w:val="nil"/>
            <w:bottom w:val="single" w:sz="4" w:space="0" w:color="auto"/>
            <w:right w:val="single" w:sz="4" w:space="0" w:color="auto"/>
          </w:tcBorders>
        </w:tcPr>
        <w:p w14:paraId="6405AB46" w14:textId="77777777" w:rsidR="00AB053E" w:rsidRPr="007502FE" w:rsidRDefault="00AB053E" w:rsidP="001C092F">
          <w:pPr>
            <w:pStyle w:val="BESKblankhuvud"/>
            <w:rPr>
              <w:sz w:val="20"/>
            </w:rPr>
          </w:pPr>
        </w:p>
      </w:tc>
    </w:tr>
    <w:tr w:rsidR="00AB053E" w:rsidRPr="00137118" w14:paraId="5A1E1F64" w14:textId="77777777" w:rsidTr="00580226">
      <w:trPr>
        <w:cantSplit/>
        <w:trHeight w:hRule="exact" w:val="170"/>
      </w:trPr>
      <w:tc>
        <w:tcPr>
          <w:tcW w:w="2909" w:type="dxa"/>
          <w:gridSpan w:val="2"/>
          <w:vMerge/>
          <w:tcBorders>
            <w:left w:val="single" w:sz="4" w:space="0" w:color="auto"/>
          </w:tcBorders>
        </w:tcPr>
        <w:p w14:paraId="3A2D58B3" w14:textId="77777777" w:rsidR="00AB053E" w:rsidRPr="00137118" w:rsidRDefault="00AB053E" w:rsidP="001C092F">
          <w:pPr>
            <w:pStyle w:val="BESKblankhuvud"/>
          </w:pPr>
        </w:p>
      </w:tc>
      <w:tc>
        <w:tcPr>
          <w:tcW w:w="5387" w:type="dxa"/>
          <w:tcBorders>
            <w:bottom w:val="nil"/>
          </w:tcBorders>
        </w:tcPr>
        <w:p w14:paraId="78B09B1F" w14:textId="77777777" w:rsidR="00AB053E" w:rsidRPr="00137118" w:rsidRDefault="00AB053E" w:rsidP="001C092F">
          <w:pPr>
            <w:pStyle w:val="BESKledtext"/>
          </w:pPr>
          <w:r w:rsidRPr="00137118">
            <w:t>Projektnamn</w:t>
          </w:r>
        </w:p>
      </w:tc>
      <w:tc>
        <w:tcPr>
          <w:tcW w:w="1829" w:type="dxa"/>
          <w:gridSpan w:val="3"/>
          <w:tcBorders>
            <w:bottom w:val="nil"/>
            <w:right w:val="single" w:sz="4" w:space="0" w:color="auto"/>
          </w:tcBorders>
        </w:tcPr>
        <w:p w14:paraId="2A3BFB22" w14:textId="77777777" w:rsidR="00AB053E" w:rsidRPr="00137118" w:rsidRDefault="00AB053E" w:rsidP="001C092F">
          <w:pPr>
            <w:pStyle w:val="BESKledtext"/>
          </w:pPr>
          <w:proofErr w:type="spellStart"/>
          <w:r w:rsidRPr="00137118">
            <w:t>Projektnr</w:t>
          </w:r>
          <w:proofErr w:type="spellEnd"/>
        </w:p>
      </w:tc>
    </w:tr>
    <w:tr w:rsidR="007D5C7D" w:rsidRPr="00137118" w14:paraId="60F53929" w14:textId="77777777" w:rsidTr="00580226">
      <w:trPr>
        <w:cantSplit/>
        <w:trHeight w:val="198"/>
      </w:trPr>
      <w:tc>
        <w:tcPr>
          <w:tcW w:w="2909" w:type="dxa"/>
          <w:gridSpan w:val="2"/>
          <w:vMerge/>
          <w:tcBorders>
            <w:left w:val="single" w:sz="4" w:space="0" w:color="auto"/>
          </w:tcBorders>
        </w:tcPr>
        <w:p w14:paraId="50A72993" w14:textId="77777777" w:rsidR="007D5C7D" w:rsidRPr="00137118" w:rsidRDefault="007D5C7D" w:rsidP="007D5C7D">
          <w:pPr>
            <w:pStyle w:val="BESKblankhuvud"/>
          </w:pPr>
        </w:p>
      </w:tc>
      <w:tc>
        <w:tcPr>
          <w:tcW w:w="5387" w:type="dxa"/>
          <w:vMerge w:val="restart"/>
          <w:tcBorders>
            <w:top w:val="nil"/>
          </w:tcBorders>
        </w:tcPr>
        <w:p w14:paraId="7938AFC1" w14:textId="77777777" w:rsidR="00B229D4" w:rsidRDefault="00B229D4" w:rsidP="00B229D4">
          <w:pPr>
            <w:pStyle w:val="BESKblankhuvud"/>
            <w:rPr>
              <w:bCs/>
            </w:rPr>
          </w:pPr>
          <w:r>
            <w:rPr>
              <w:bCs/>
            </w:rPr>
            <w:t>HITACHI ENERGY SWEDEN AB</w:t>
          </w:r>
        </w:p>
        <w:p w14:paraId="0EBB6C4A" w14:textId="77777777" w:rsidR="00B229D4" w:rsidRPr="0072734B" w:rsidRDefault="00B229D4" w:rsidP="00B229D4">
          <w:pPr>
            <w:pStyle w:val="BESKblankhuvud"/>
            <w:rPr>
              <w:bCs/>
            </w:rPr>
          </w:pPr>
          <w:r w:rsidRPr="0072734B">
            <w:rPr>
              <w:bCs/>
            </w:rPr>
            <w:t>REAL ESTATE</w:t>
          </w:r>
        </w:p>
        <w:p w14:paraId="4735F905" w14:textId="77777777" w:rsidR="00B229D4" w:rsidRPr="00007395" w:rsidRDefault="00B229D4" w:rsidP="00B229D4">
          <w:pPr>
            <w:pStyle w:val="BESKblankhuvud"/>
            <w:rPr>
              <w:bCs/>
            </w:rPr>
          </w:pPr>
          <w:r>
            <w:rPr>
              <w:bCs/>
            </w:rPr>
            <w:t>BY744 LOHMEN NYBYGGNAD</w:t>
          </w:r>
        </w:p>
        <w:p w14:paraId="225865B1" w14:textId="4169218B" w:rsidR="007D5C7D" w:rsidRPr="00137118" w:rsidRDefault="007D5C7D" w:rsidP="00A624B9">
          <w:pPr>
            <w:pStyle w:val="BESKblankhuvud"/>
          </w:pPr>
        </w:p>
      </w:tc>
      <w:tc>
        <w:tcPr>
          <w:tcW w:w="1829" w:type="dxa"/>
          <w:gridSpan w:val="3"/>
          <w:tcBorders>
            <w:top w:val="nil"/>
            <w:bottom w:val="single" w:sz="4" w:space="0" w:color="auto"/>
            <w:right w:val="single" w:sz="4" w:space="0" w:color="auto"/>
          </w:tcBorders>
        </w:tcPr>
        <w:p w14:paraId="3441F232" w14:textId="784F5A76" w:rsidR="007D5C7D" w:rsidRPr="007502FE" w:rsidRDefault="007D5C7D" w:rsidP="007D5C7D">
          <w:pPr>
            <w:pStyle w:val="BESKblankhuvud"/>
            <w:rPr>
              <w:sz w:val="20"/>
            </w:rPr>
          </w:pPr>
          <w:r>
            <w:rPr>
              <w:sz w:val="20"/>
            </w:rPr>
            <w:t>AD24</w:t>
          </w:r>
          <w:r w:rsidR="00B229D4">
            <w:rPr>
              <w:sz w:val="20"/>
            </w:rPr>
            <w:t>125</w:t>
          </w:r>
        </w:p>
      </w:tc>
    </w:tr>
    <w:tr w:rsidR="007D5C7D" w:rsidRPr="00137118" w14:paraId="409A531F" w14:textId="77777777" w:rsidTr="00580226">
      <w:trPr>
        <w:cantSplit/>
        <w:trHeight w:hRule="exact" w:val="170"/>
      </w:trPr>
      <w:tc>
        <w:tcPr>
          <w:tcW w:w="2909" w:type="dxa"/>
          <w:gridSpan w:val="2"/>
          <w:vMerge/>
          <w:tcBorders>
            <w:left w:val="single" w:sz="4" w:space="0" w:color="auto"/>
          </w:tcBorders>
        </w:tcPr>
        <w:p w14:paraId="3A9EC14C" w14:textId="77777777" w:rsidR="007D5C7D" w:rsidRPr="00137118" w:rsidRDefault="007D5C7D" w:rsidP="007D5C7D">
          <w:pPr>
            <w:pStyle w:val="BESKblankhuvud"/>
          </w:pPr>
        </w:p>
      </w:tc>
      <w:tc>
        <w:tcPr>
          <w:tcW w:w="5387" w:type="dxa"/>
          <w:vMerge/>
        </w:tcPr>
        <w:p w14:paraId="776A4D8F" w14:textId="77777777" w:rsidR="007D5C7D" w:rsidRPr="00137118" w:rsidRDefault="007D5C7D" w:rsidP="007D5C7D">
          <w:pPr>
            <w:pStyle w:val="BESKblankhuvud"/>
          </w:pPr>
        </w:p>
      </w:tc>
      <w:tc>
        <w:tcPr>
          <w:tcW w:w="1829" w:type="dxa"/>
          <w:gridSpan w:val="3"/>
          <w:tcBorders>
            <w:bottom w:val="nil"/>
            <w:right w:val="single" w:sz="4" w:space="0" w:color="auto"/>
          </w:tcBorders>
        </w:tcPr>
        <w:p w14:paraId="442E55B1" w14:textId="77777777" w:rsidR="007D5C7D" w:rsidRPr="00137118" w:rsidRDefault="007D5C7D" w:rsidP="007D5C7D">
          <w:pPr>
            <w:pStyle w:val="BESKledtext"/>
          </w:pPr>
          <w:r w:rsidRPr="00137118">
            <w:t>Datum</w:t>
          </w:r>
        </w:p>
      </w:tc>
    </w:tr>
    <w:tr w:rsidR="007D5C7D" w:rsidRPr="00137118" w14:paraId="3BC5C185" w14:textId="77777777" w:rsidTr="00580226">
      <w:trPr>
        <w:cantSplit/>
        <w:trHeight w:val="198"/>
      </w:trPr>
      <w:tc>
        <w:tcPr>
          <w:tcW w:w="2909" w:type="dxa"/>
          <w:gridSpan w:val="2"/>
          <w:vMerge/>
          <w:tcBorders>
            <w:left w:val="single" w:sz="4" w:space="0" w:color="auto"/>
            <w:bottom w:val="single" w:sz="4" w:space="0" w:color="auto"/>
          </w:tcBorders>
        </w:tcPr>
        <w:p w14:paraId="7B73B4B5" w14:textId="77777777" w:rsidR="007D5C7D" w:rsidRPr="00137118" w:rsidRDefault="007D5C7D" w:rsidP="007D5C7D">
          <w:pPr>
            <w:pStyle w:val="BESKblankhuvud"/>
          </w:pPr>
        </w:p>
      </w:tc>
      <w:tc>
        <w:tcPr>
          <w:tcW w:w="5387" w:type="dxa"/>
          <w:vMerge/>
          <w:tcBorders>
            <w:bottom w:val="single" w:sz="4" w:space="0" w:color="auto"/>
          </w:tcBorders>
        </w:tcPr>
        <w:p w14:paraId="20E88BE7" w14:textId="77777777" w:rsidR="007D5C7D" w:rsidRPr="00137118" w:rsidRDefault="007D5C7D" w:rsidP="007D5C7D">
          <w:pPr>
            <w:pStyle w:val="BESKblankhuvud"/>
          </w:pPr>
        </w:p>
      </w:tc>
      <w:tc>
        <w:tcPr>
          <w:tcW w:w="1829" w:type="dxa"/>
          <w:gridSpan w:val="3"/>
          <w:tcBorders>
            <w:top w:val="nil"/>
            <w:bottom w:val="single" w:sz="4" w:space="0" w:color="auto"/>
            <w:right w:val="single" w:sz="4" w:space="0" w:color="auto"/>
          </w:tcBorders>
        </w:tcPr>
        <w:p w14:paraId="144BD20C" w14:textId="2F0CB745" w:rsidR="007D5C7D" w:rsidRPr="007502FE" w:rsidRDefault="00B229D4" w:rsidP="007D5C7D">
          <w:pPr>
            <w:pStyle w:val="BESKblankhuvud"/>
            <w:rPr>
              <w:sz w:val="20"/>
            </w:rPr>
          </w:pPr>
          <w:r>
            <w:rPr>
              <w:sz w:val="20"/>
            </w:rPr>
            <w:t>2024-</w:t>
          </w:r>
          <w:r w:rsidR="003A1161">
            <w:rPr>
              <w:sz w:val="20"/>
            </w:rPr>
            <w:t>12-</w:t>
          </w:r>
          <w:r w:rsidR="00D52B6F">
            <w:rPr>
              <w:sz w:val="20"/>
            </w:rPr>
            <w:t>20</w:t>
          </w:r>
        </w:p>
      </w:tc>
    </w:tr>
    <w:tr w:rsidR="007D5C7D" w:rsidRPr="00137118" w14:paraId="14CDF583" w14:textId="77777777" w:rsidTr="00580226">
      <w:trPr>
        <w:cantSplit/>
        <w:trHeight w:hRule="exact" w:val="170"/>
      </w:trPr>
      <w:tc>
        <w:tcPr>
          <w:tcW w:w="2909" w:type="dxa"/>
          <w:gridSpan w:val="2"/>
          <w:tcBorders>
            <w:left w:val="single" w:sz="4" w:space="0" w:color="auto"/>
            <w:bottom w:val="nil"/>
          </w:tcBorders>
        </w:tcPr>
        <w:p w14:paraId="2C9DD6C5" w14:textId="77777777" w:rsidR="007D5C7D" w:rsidRPr="00137118" w:rsidRDefault="007D5C7D" w:rsidP="007D5C7D">
          <w:pPr>
            <w:pStyle w:val="BESKledtext"/>
          </w:pPr>
          <w:r w:rsidRPr="00137118">
            <w:t>Status</w:t>
          </w:r>
        </w:p>
      </w:tc>
      <w:tc>
        <w:tcPr>
          <w:tcW w:w="5387" w:type="dxa"/>
          <w:vMerge/>
          <w:tcBorders>
            <w:bottom w:val="nil"/>
          </w:tcBorders>
        </w:tcPr>
        <w:p w14:paraId="3E451A09" w14:textId="77777777" w:rsidR="007D5C7D" w:rsidRPr="00137118" w:rsidRDefault="007D5C7D" w:rsidP="007D5C7D">
          <w:pPr>
            <w:pStyle w:val="BESKblankhuvud"/>
          </w:pPr>
        </w:p>
      </w:tc>
      <w:tc>
        <w:tcPr>
          <w:tcW w:w="1131" w:type="dxa"/>
          <w:tcBorders>
            <w:bottom w:val="nil"/>
          </w:tcBorders>
        </w:tcPr>
        <w:p w14:paraId="7C049645" w14:textId="77777777" w:rsidR="007D5C7D" w:rsidRPr="00137118" w:rsidRDefault="007D5C7D" w:rsidP="007D5C7D">
          <w:pPr>
            <w:pStyle w:val="BESKledtext"/>
          </w:pPr>
          <w:r w:rsidRPr="00137118">
            <w:t>Rev.dat</w:t>
          </w:r>
        </w:p>
      </w:tc>
      <w:tc>
        <w:tcPr>
          <w:tcW w:w="698" w:type="dxa"/>
          <w:gridSpan w:val="2"/>
          <w:tcBorders>
            <w:bottom w:val="nil"/>
            <w:right w:val="single" w:sz="4" w:space="0" w:color="auto"/>
          </w:tcBorders>
        </w:tcPr>
        <w:p w14:paraId="5705CE73" w14:textId="77777777" w:rsidR="007D5C7D" w:rsidRPr="00137118" w:rsidRDefault="007D5C7D" w:rsidP="007D5C7D">
          <w:pPr>
            <w:pStyle w:val="BESKledtext"/>
          </w:pPr>
          <w:r w:rsidRPr="00137118">
            <w:t>Rev</w:t>
          </w:r>
        </w:p>
      </w:tc>
    </w:tr>
    <w:tr w:rsidR="007D5C7D" w:rsidRPr="00137118" w14:paraId="71259E00" w14:textId="77777777" w:rsidTr="00580226">
      <w:trPr>
        <w:cantSplit/>
        <w:trHeight w:val="198"/>
      </w:trPr>
      <w:tc>
        <w:tcPr>
          <w:tcW w:w="2909" w:type="dxa"/>
          <w:gridSpan w:val="2"/>
          <w:tcBorders>
            <w:top w:val="nil"/>
            <w:left w:val="single" w:sz="4" w:space="0" w:color="auto"/>
          </w:tcBorders>
        </w:tcPr>
        <w:p w14:paraId="3C504D00" w14:textId="6265320C" w:rsidR="007D5C7D" w:rsidRPr="007502FE" w:rsidRDefault="00D52B6F" w:rsidP="007D5C7D">
          <w:pPr>
            <w:pStyle w:val="BESKblankhuvud"/>
            <w:spacing w:before="0"/>
            <w:rPr>
              <w:caps/>
              <w:sz w:val="20"/>
            </w:rPr>
          </w:pPr>
          <w:r>
            <w:rPr>
              <w:caps/>
              <w:sz w:val="20"/>
            </w:rPr>
            <w:t>FÖRFRÅGNINGSUNDERLAG</w:t>
          </w:r>
        </w:p>
      </w:tc>
      <w:tc>
        <w:tcPr>
          <w:tcW w:w="5387" w:type="dxa"/>
          <w:vMerge/>
          <w:tcBorders>
            <w:top w:val="nil"/>
          </w:tcBorders>
        </w:tcPr>
        <w:p w14:paraId="6FA6CB7E" w14:textId="77777777" w:rsidR="007D5C7D" w:rsidRPr="00137118" w:rsidRDefault="007D5C7D" w:rsidP="007D5C7D">
          <w:pPr>
            <w:pStyle w:val="BESKblankhuvud"/>
          </w:pPr>
        </w:p>
      </w:tc>
      <w:tc>
        <w:tcPr>
          <w:tcW w:w="1131" w:type="dxa"/>
          <w:tcBorders>
            <w:top w:val="nil"/>
          </w:tcBorders>
        </w:tcPr>
        <w:p w14:paraId="6CD9A073" w14:textId="77777777" w:rsidR="007D5C7D" w:rsidRPr="007502FE" w:rsidRDefault="007D5C7D" w:rsidP="007D5C7D">
          <w:pPr>
            <w:pStyle w:val="BESKblankhuvud"/>
            <w:rPr>
              <w:sz w:val="20"/>
            </w:rPr>
          </w:pPr>
        </w:p>
      </w:tc>
      <w:tc>
        <w:tcPr>
          <w:tcW w:w="698" w:type="dxa"/>
          <w:gridSpan w:val="2"/>
          <w:tcBorders>
            <w:top w:val="nil"/>
            <w:right w:val="single" w:sz="4" w:space="0" w:color="auto"/>
          </w:tcBorders>
        </w:tcPr>
        <w:p w14:paraId="73ED4965" w14:textId="77777777" w:rsidR="007D5C7D" w:rsidRPr="007502FE" w:rsidRDefault="007D5C7D" w:rsidP="007D5C7D">
          <w:pPr>
            <w:pStyle w:val="BESKblankhuvud"/>
            <w:rPr>
              <w:sz w:val="20"/>
            </w:rPr>
          </w:pPr>
        </w:p>
      </w:tc>
    </w:tr>
    <w:tr w:rsidR="007D5C7D" w:rsidRPr="00137118" w14:paraId="4FC35A11" w14:textId="77777777" w:rsidTr="00751D1D">
      <w:trPr>
        <w:gridAfter w:val="1"/>
        <w:wAfter w:w="7" w:type="dxa"/>
        <w:cantSplit/>
        <w:trHeight w:hRule="exact" w:val="170"/>
      </w:trPr>
      <w:tc>
        <w:tcPr>
          <w:tcW w:w="1418" w:type="dxa"/>
          <w:tcBorders>
            <w:left w:val="nil"/>
            <w:bottom w:val="nil"/>
            <w:right w:val="nil"/>
          </w:tcBorders>
        </w:tcPr>
        <w:p w14:paraId="4B2B5F02" w14:textId="77777777" w:rsidR="007D5C7D" w:rsidRPr="00137118" w:rsidRDefault="007D5C7D" w:rsidP="007D5C7D">
          <w:pPr>
            <w:pStyle w:val="BESKledtext"/>
          </w:pPr>
        </w:p>
      </w:tc>
      <w:tc>
        <w:tcPr>
          <w:tcW w:w="8700" w:type="dxa"/>
          <w:gridSpan w:val="4"/>
          <w:tcBorders>
            <w:left w:val="nil"/>
            <w:bottom w:val="nil"/>
            <w:right w:val="nil"/>
          </w:tcBorders>
        </w:tcPr>
        <w:p w14:paraId="59E8B70D" w14:textId="77777777" w:rsidR="007D5C7D" w:rsidRPr="00137118" w:rsidRDefault="007D5C7D" w:rsidP="007D5C7D">
          <w:pPr>
            <w:pStyle w:val="BESKledtext"/>
          </w:pPr>
        </w:p>
      </w:tc>
    </w:tr>
  </w:tbl>
  <w:p w14:paraId="1463310B" w14:textId="77777777" w:rsidR="00AB053E" w:rsidRDefault="00AB053E">
    <w:pPr>
      <w:tabs>
        <w:tab w:val="left" w:pos="1152"/>
        <w:tab w:val="left" w:pos="7488"/>
      </w:tabs>
      <w:suppressAutoHyphens/>
      <w:spacing w:after="140" w:line="100" w:lineRule="exact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467F2" w14:textId="77777777" w:rsidR="00AB053E" w:rsidRDefault="00D52B6F">
    <w:pPr>
      <w:pStyle w:val="Sidhuvud"/>
    </w:pPr>
    <w:r>
      <w:rPr>
        <w:noProof/>
      </w:rPr>
      <w:pict w14:anchorId="525BB3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8676" o:spid="_x0000_s1025" type="#_x0000_t136" style="position:absolute;margin-left:0;margin-top:0;width:517.05pt;height:172.3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TKAS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36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C7D"/>
    <w:rsid w:val="00017FEF"/>
    <w:rsid w:val="0003135B"/>
    <w:rsid w:val="00036C89"/>
    <w:rsid w:val="00044F22"/>
    <w:rsid w:val="00052C5D"/>
    <w:rsid w:val="00061A8B"/>
    <w:rsid w:val="00067878"/>
    <w:rsid w:val="00073604"/>
    <w:rsid w:val="00075BDD"/>
    <w:rsid w:val="000A264B"/>
    <w:rsid w:val="000D5F28"/>
    <w:rsid w:val="00127D4F"/>
    <w:rsid w:val="00137118"/>
    <w:rsid w:val="001433BE"/>
    <w:rsid w:val="00145DFE"/>
    <w:rsid w:val="001515E1"/>
    <w:rsid w:val="00164EA7"/>
    <w:rsid w:val="0017324A"/>
    <w:rsid w:val="00173CF7"/>
    <w:rsid w:val="001A3EFC"/>
    <w:rsid w:val="001A6356"/>
    <w:rsid w:val="001C092F"/>
    <w:rsid w:val="001D339C"/>
    <w:rsid w:val="001F18FB"/>
    <w:rsid w:val="00221317"/>
    <w:rsid w:val="00230FC1"/>
    <w:rsid w:val="002378F0"/>
    <w:rsid w:val="002524B4"/>
    <w:rsid w:val="00262D74"/>
    <w:rsid w:val="00265FC5"/>
    <w:rsid w:val="002676A7"/>
    <w:rsid w:val="002B22F0"/>
    <w:rsid w:val="002C511D"/>
    <w:rsid w:val="002E4F33"/>
    <w:rsid w:val="002F195A"/>
    <w:rsid w:val="003077AA"/>
    <w:rsid w:val="00320348"/>
    <w:rsid w:val="0033562B"/>
    <w:rsid w:val="00356F66"/>
    <w:rsid w:val="00357B5F"/>
    <w:rsid w:val="003A1161"/>
    <w:rsid w:val="003B3528"/>
    <w:rsid w:val="003C2D49"/>
    <w:rsid w:val="003E6811"/>
    <w:rsid w:val="0040208A"/>
    <w:rsid w:val="00422F28"/>
    <w:rsid w:val="00430CCA"/>
    <w:rsid w:val="00453A78"/>
    <w:rsid w:val="0047207C"/>
    <w:rsid w:val="004854BD"/>
    <w:rsid w:val="004B2834"/>
    <w:rsid w:val="004C46BE"/>
    <w:rsid w:val="004F1056"/>
    <w:rsid w:val="005108D4"/>
    <w:rsid w:val="00513F8B"/>
    <w:rsid w:val="00556B3B"/>
    <w:rsid w:val="00580226"/>
    <w:rsid w:val="005823CC"/>
    <w:rsid w:val="00593931"/>
    <w:rsid w:val="005A092F"/>
    <w:rsid w:val="005A1A2B"/>
    <w:rsid w:val="005B400B"/>
    <w:rsid w:val="005C62C9"/>
    <w:rsid w:val="006125EC"/>
    <w:rsid w:val="00626574"/>
    <w:rsid w:val="00635AD6"/>
    <w:rsid w:val="006631A7"/>
    <w:rsid w:val="00680C2B"/>
    <w:rsid w:val="00693E17"/>
    <w:rsid w:val="00696E54"/>
    <w:rsid w:val="006978FE"/>
    <w:rsid w:val="00697FB3"/>
    <w:rsid w:val="006D46DE"/>
    <w:rsid w:val="006E695C"/>
    <w:rsid w:val="00717483"/>
    <w:rsid w:val="00723E2C"/>
    <w:rsid w:val="00732BC6"/>
    <w:rsid w:val="00746089"/>
    <w:rsid w:val="007502FE"/>
    <w:rsid w:val="00751D1D"/>
    <w:rsid w:val="00752609"/>
    <w:rsid w:val="007537B0"/>
    <w:rsid w:val="00756FD7"/>
    <w:rsid w:val="00766540"/>
    <w:rsid w:val="007B07DB"/>
    <w:rsid w:val="007B3A8B"/>
    <w:rsid w:val="007D5C7D"/>
    <w:rsid w:val="007F0127"/>
    <w:rsid w:val="008139DC"/>
    <w:rsid w:val="00821774"/>
    <w:rsid w:val="00823AC5"/>
    <w:rsid w:val="00827183"/>
    <w:rsid w:val="00835C9E"/>
    <w:rsid w:val="008479F4"/>
    <w:rsid w:val="00877863"/>
    <w:rsid w:val="008A2E67"/>
    <w:rsid w:val="008A34A8"/>
    <w:rsid w:val="008F5765"/>
    <w:rsid w:val="00912B1C"/>
    <w:rsid w:val="009571A8"/>
    <w:rsid w:val="00960597"/>
    <w:rsid w:val="0096637E"/>
    <w:rsid w:val="009B76EE"/>
    <w:rsid w:val="009D24A8"/>
    <w:rsid w:val="009D7978"/>
    <w:rsid w:val="009E2409"/>
    <w:rsid w:val="00A0514C"/>
    <w:rsid w:val="00A11ECA"/>
    <w:rsid w:val="00A127A5"/>
    <w:rsid w:val="00A127BD"/>
    <w:rsid w:val="00A45F8D"/>
    <w:rsid w:val="00A53821"/>
    <w:rsid w:val="00A624B9"/>
    <w:rsid w:val="00A64AE0"/>
    <w:rsid w:val="00A76CE9"/>
    <w:rsid w:val="00A81F6F"/>
    <w:rsid w:val="00A86646"/>
    <w:rsid w:val="00A90A6A"/>
    <w:rsid w:val="00AA2BCC"/>
    <w:rsid w:val="00AA7F9E"/>
    <w:rsid w:val="00AB053E"/>
    <w:rsid w:val="00AB3FAC"/>
    <w:rsid w:val="00AB6D78"/>
    <w:rsid w:val="00AE7FD1"/>
    <w:rsid w:val="00AF5AC0"/>
    <w:rsid w:val="00AF73BE"/>
    <w:rsid w:val="00B229D4"/>
    <w:rsid w:val="00B71AA2"/>
    <w:rsid w:val="00B85D0B"/>
    <w:rsid w:val="00B9395E"/>
    <w:rsid w:val="00BA2A58"/>
    <w:rsid w:val="00BA4E2E"/>
    <w:rsid w:val="00BB103B"/>
    <w:rsid w:val="00BB4F01"/>
    <w:rsid w:val="00BC1777"/>
    <w:rsid w:val="00BD6EB3"/>
    <w:rsid w:val="00BE4F9B"/>
    <w:rsid w:val="00C105DA"/>
    <w:rsid w:val="00C27775"/>
    <w:rsid w:val="00C27E4F"/>
    <w:rsid w:val="00C37B1E"/>
    <w:rsid w:val="00C5361C"/>
    <w:rsid w:val="00C62010"/>
    <w:rsid w:val="00C66D59"/>
    <w:rsid w:val="00C7007D"/>
    <w:rsid w:val="00C90825"/>
    <w:rsid w:val="00CA1BA2"/>
    <w:rsid w:val="00CA54DE"/>
    <w:rsid w:val="00CC1E03"/>
    <w:rsid w:val="00CD4CA3"/>
    <w:rsid w:val="00CD6803"/>
    <w:rsid w:val="00CF4CB8"/>
    <w:rsid w:val="00D15B6E"/>
    <w:rsid w:val="00D35545"/>
    <w:rsid w:val="00D52B6F"/>
    <w:rsid w:val="00D560CA"/>
    <w:rsid w:val="00D8325D"/>
    <w:rsid w:val="00D97885"/>
    <w:rsid w:val="00DC27EA"/>
    <w:rsid w:val="00E05E81"/>
    <w:rsid w:val="00E507D7"/>
    <w:rsid w:val="00E55D12"/>
    <w:rsid w:val="00E65079"/>
    <w:rsid w:val="00E83A4F"/>
    <w:rsid w:val="00EB04FD"/>
    <w:rsid w:val="00ED37B6"/>
    <w:rsid w:val="00EF554F"/>
    <w:rsid w:val="00F05515"/>
    <w:rsid w:val="00F54A80"/>
    <w:rsid w:val="00FA1A02"/>
    <w:rsid w:val="00FB5AFB"/>
    <w:rsid w:val="00FC5354"/>
    <w:rsid w:val="00FE2148"/>
    <w:rsid w:val="00FF1D7B"/>
    <w:rsid w:val="00FF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C15031"/>
  <w15:docId w15:val="{1E7F2763-3A84-4EBF-83E5-04DF12F0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7183"/>
    <w:pPr>
      <w:overflowPunct w:val="0"/>
      <w:autoSpaceDE w:val="0"/>
      <w:autoSpaceDN w:val="0"/>
      <w:adjustRightInd w:val="0"/>
      <w:textAlignment w:val="baseline"/>
    </w:pPr>
    <w:rPr>
      <w:rFonts w:ascii="Bierstadt" w:hAnsi="Bierstadt"/>
      <w:sz w:val="22"/>
    </w:rPr>
  </w:style>
  <w:style w:type="paragraph" w:styleId="Rubrik1">
    <w:name w:val="heading 1"/>
    <w:basedOn w:val="Normal"/>
    <w:next w:val="Normal"/>
    <w:qFormat/>
    <w:rsid w:val="007B07DB"/>
    <w:pPr>
      <w:keepNext/>
      <w:tabs>
        <w:tab w:val="left" w:pos="5103"/>
      </w:tabs>
      <w:outlineLvl w:val="0"/>
    </w:pPr>
    <w:rPr>
      <w:b/>
    </w:rPr>
  </w:style>
  <w:style w:type="paragraph" w:styleId="Rubrik2">
    <w:name w:val="heading 2"/>
    <w:basedOn w:val="Normal"/>
    <w:next w:val="Normal"/>
    <w:qFormat/>
    <w:rsid w:val="007B07DB"/>
    <w:pPr>
      <w:keepNext/>
      <w:tabs>
        <w:tab w:val="left" w:pos="1152"/>
        <w:tab w:val="left" w:pos="7488"/>
      </w:tabs>
      <w:suppressAutoHyphens/>
      <w:outlineLvl w:val="1"/>
    </w:pPr>
    <w:rPr>
      <w:b/>
      <w:i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innehll1">
    <w:name w:val="innehåll 1"/>
    <w:basedOn w:val="Normal"/>
    <w:rsid w:val="007B07DB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innehll2">
    <w:name w:val="innehåll 2"/>
    <w:basedOn w:val="Normal"/>
    <w:rsid w:val="007B07DB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innehll3">
    <w:name w:val="innehåll 3"/>
    <w:basedOn w:val="Normal"/>
    <w:rsid w:val="007B07DB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innehll4">
    <w:name w:val="innehåll 4"/>
    <w:basedOn w:val="Normal"/>
    <w:rsid w:val="007B07DB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innehll5">
    <w:name w:val="innehåll 5"/>
    <w:basedOn w:val="Normal"/>
    <w:rsid w:val="007B07DB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innehll6">
    <w:name w:val="innehåll 6"/>
    <w:basedOn w:val="Normal"/>
    <w:rsid w:val="007B07DB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innehll7">
    <w:name w:val="innehåll 7"/>
    <w:basedOn w:val="Normal"/>
    <w:rsid w:val="007B07DB"/>
    <w:pPr>
      <w:suppressAutoHyphens/>
      <w:ind w:left="720" w:hanging="720"/>
    </w:pPr>
    <w:rPr>
      <w:lang w:val="en-US"/>
    </w:rPr>
  </w:style>
  <w:style w:type="paragraph" w:customStyle="1" w:styleId="innehll8">
    <w:name w:val="innehåll 8"/>
    <w:basedOn w:val="Normal"/>
    <w:rsid w:val="007B07DB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innehll9">
    <w:name w:val="innehåll 9"/>
    <w:basedOn w:val="Normal"/>
    <w:rsid w:val="007B07DB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rsid w:val="007B07DB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rsid w:val="007B07DB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citatfrteckingsrubrik">
    <w:name w:val="citatförteckingsrubrik"/>
    <w:basedOn w:val="Normal"/>
    <w:rsid w:val="007B07DB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beskrivning">
    <w:name w:val="beskrivning"/>
    <w:basedOn w:val="Normal"/>
    <w:rsid w:val="007B07DB"/>
  </w:style>
  <w:style w:type="character" w:customStyle="1" w:styleId="EquationCaption">
    <w:name w:val="_Equation Caption"/>
    <w:rsid w:val="007B07DB"/>
  </w:style>
  <w:style w:type="paragraph" w:styleId="Sidhuvud">
    <w:name w:val="header"/>
    <w:basedOn w:val="Normal"/>
    <w:rsid w:val="007B07DB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rsid w:val="007B07DB"/>
    <w:pPr>
      <w:tabs>
        <w:tab w:val="center" w:pos="4536"/>
        <w:tab w:val="right" w:pos="9072"/>
      </w:tabs>
    </w:pPr>
  </w:style>
  <w:style w:type="character" w:styleId="Sidnummer">
    <w:name w:val="page number"/>
    <w:basedOn w:val="Standardstycketeckensnitt"/>
    <w:rsid w:val="007B07DB"/>
  </w:style>
  <w:style w:type="paragraph" w:styleId="Ballongtext">
    <w:name w:val="Balloon Text"/>
    <w:basedOn w:val="Normal"/>
    <w:semiHidden/>
    <w:rsid w:val="002676A7"/>
    <w:rPr>
      <w:rFonts w:ascii="Tahoma" w:hAnsi="Tahoma" w:cs="Tahoma"/>
      <w:sz w:val="16"/>
      <w:szCs w:val="16"/>
    </w:rPr>
  </w:style>
  <w:style w:type="paragraph" w:customStyle="1" w:styleId="BESKblankhuvud">
    <w:name w:val="BESKblankhuvud"/>
    <w:basedOn w:val="Normal"/>
    <w:rsid w:val="00C66D59"/>
    <w:pPr>
      <w:tabs>
        <w:tab w:val="left" w:pos="567"/>
      </w:tabs>
      <w:overflowPunct/>
      <w:autoSpaceDE/>
      <w:autoSpaceDN/>
      <w:adjustRightInd/>
      <w:spacing w:before="60"/>
      <w:ind w:left="567" w:hanging="567"/>
      <w:textAlignment w:val="auto"/>
    </w:pPr>
    <w:rPr>
      <w:sz w:val="18"/>
    </w:rPr>
  </w:style>
  <w:style w:type="paragraph" w:customStyle="1" w:styleId="BESKledtext">
    <w:name w:val="BESKledtext"/>
    <w:basedOn w:val="BESKblankhuvud"/>
    <w:rsid w:val="00C66D59"/>
    <w:pPr>
      <w:spacing w:before="20"/>
    </w:pPr>
    <w:rPr>
      <w:sz w:val="12"/>
    </w:rPr>
  </w:style>
  <w:style w:type="paragraph" w:customStyle="1" w:styleId="BESKrd">
    <w:name w:val="BESKråd"/>
    <w:basedOn w:val="Normal"/>
    <w:next w:val="Normal"/>
    <w:rsid w:val="007B3A8B"/>
    <w:pPr>
      <w:overflowPunct/>
      <w:autoSpaceDE/>
      <w:autoSpaceDN/>
      <w:adjustRightInd/>
      <w:spacing w:before="80"/>
      <w:ind w:left="1418" w:right="851"/>
      <w:textAlignment w:val="auto"/>
    </w:pPr>
    <w:rPr>
      <w:vanish/>
      <w:color w:val="FF0000"/>
    </w:rPr>
  </w:style>
  <w:style w:type="character" w:customStyle="1" w:styleId="BESKlista2CharChar">
    <w:name w:val="BESKlista2 Char Char"/>
    <w:basedOn w:val="Standardstycketeckensnitt"/>
    <w:link w:val="BESKlista2"/>
    <w:locked/>
    <w:rsid w:val="007B3A8B"/>
    <w:rPr>
      <w:sz w:val="22"/>
    </w:rPr>
  </w:style>
  <w:style w:type="paragraph" w:customStyle="1" w:styleId="BESKlista2">
    <w:name w:val="BESKlista2"/>
    <w:basedOn w:val="Normal"/>
    <w:link w:val="BESKlista2CharChar"/>
    <w:rsid w:val="007B3A8B"/>
    <w:pPr>
      <w:tabs>
        <w:tab w:val="left" w:pos="2835"/>
        <w:tab w:val="left" w:pos="4253"/>
        <w:tab w:val="left" w:pos="5670"/>
        <w:tab w:val="left" w:pos="7088"/>
        <w:tab w:val="left" w:pos="8505"/>
        <w:tab w:val="right" w:pos="9979"/>
      </w:tabs>
      <w:overflowPunct/>
      <w:autoSpaceDE/>
      <w:autoSpaceDN/>
      <w:adjustRightInd/>
      <w:spacing w:before="80"/>
      <w:ind w:left="1984" w:right="851" w:hanging="340"/>
      <w:textAlignment w:val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Dprojekt\00%20Internt\12%20Mallar\01%20projektering\08%20handlingar\Anbudsformul&#228;r_aprislista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Anbudsformulär_aprislista.dotx</Template>
  <TotalTime>248</TotalTime>
  <Pages>2</Pages>
  <Words>141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Byggkvalitet AB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Lena Pettersson</dc:creator>
  <cp:lastModifiedBy>Lena Pettersson</cp:lastModifiedBy>
  <cp:revision>11</cp:revision>
  <cp:lastPrinted>2011-12-06T13:15:00Z</cp:lastPrinted>
  <dcterms:created xsi:type="dcterms:W3CDTF">2024-05-14T11:30:00Z</dcterms:created>
  <dcterms:modified xsi:type="dcterms:W3CDTF">2024-12-19T06:46:00Z</dcterms:modified>
</cp:coreProperties>
</file>